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31CBF" w14:textId="4F987BCF"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952F2B" w:rsidRPr="00952F2B">
        <w:rPr>
          <w:bCs/>
          <w:i w:val="0"/>
          <w:sz w:val="22"/>
          <w:szCs w:val="22"/>
        </w:rPr>
        <w:t>4</w:t>
      </w:r>
      <w:r w:rsidR="00360BC3" w:rsidRPr="00360BC3">
        <w:rPr>
          <w:bCs/>
          <w:i w:val="0"/>
          <w:sz w:val="22"/>
          <w:szCs w:val="22"/>
        </w:rPr>
        <w:t xml:space="preserve"> do SWZ</w:t>
      </w:r>
    </w:p>
    <w:p w14:paraId="7C628C1F" w14:textId="77777777"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6BA67F10" w14:textId="44BFEF61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952F2B" w:rsidRPr="009B7CFE">
        <w:rPr>
          <w:b/>
          <w:sz w:val="22"/>
          <w:szCs w:val="22"/>
        </w:rPr>
        <w:t>ZP-IX.271.</w:t>
      </w:r>
      <w:r w:rsidR="00A976C7">
        <w:rPr>
          <w:b/>
          <w:sz w:val="22"/>
          <w:szCs w:val="22"/>
        </w:rPr>
        <w:t>13</w:t>
      </w:r>
      <w:r w:rsidR="00952F2B" w:rsidRPr="009B7CFE">
        <w:rPr>
          <w:b/>
          <w:sz w:val="22"/>
          <w:szCs w:val="22"/>
        </w:rPr>
        <w:t>.202</w:t>
      </w:r>
      <w:r w:rsidR="009B7CFE">
        <w:rPr>
          <w:b/>
          <w:sz w:val="22"/>
          <w:szCs w:val="22"/>
        </w:rPr>
        <w:t>4</w:t>
      </w:r>
      <w:r w:rsidR="00952F2B" w:rsidRPr="009B7CFE">
        <w:rPr>
          <w:b/>
          <w:sz w:val="22"/>
          <w:szCs w:val="22"/>
        </w:rPr>
        <w:t>.</w:t>
      </w:r>
      <w:r w:rsidR="009B7CFE">
        <w:rPr>
          <w:b/>
          <w:sz w:val="22"/>
          <w:szCs w:val="22"/>
        </w:rPr>
        <w:t>KS</w:t>
      </w:r>
    </w:p>
    <w:p w14:paraId="6D65881D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6B23B1C0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366FE45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31359015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14:paraId="6EE5487F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6D1B2C4A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67F1256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13EF4609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5D5E841C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952F2B" w:rsidRPr="00110593" w14:paraId="76B88722" w14:textId="77777777" w:rsidTr="00C13079">
        <w:tc>
          <w:tcPr>
            <w:tcW w:w="9104" w:type="dxa"/>
            <w:shd w:val="clear" w:color="auto" w:fill="D9D9D9"/>
          </w:tcPr>
          <w:p w14:paraId="0DFF12E5" w14:textId="77777777" w:rsidR="00952F2B" w:rsidRPr="00110593" w:rsidRDefault="00952F2B" w:rsidP="00C13079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0D84A42D" w14:textId="1A8530D6" w:rsidR="00952F2B" w:rsidRPr="00110593" w:rsidRDefault="00952F2B" w:rsidP="00C13079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="00911966" w:rsidRPr="00911966">
              <w:t>(tekst jedn.: Dz.U. z 202</w:t>
            </w:r>
            <w:r w:rsidR="00BA3771">
              <w:t>3</w:t>
            </w:r>
            <w:r w:rsidR="00911966" w:rsidRPr="00911966">
              <w:t xml:space="preserve"> r., poz. 1</w:t>
            </w:r>
            <w:r w:rsidR="00BA3771">
              <w:t>605 ze zm.</w:t>
            </w:r>
            <w:r w:rsidRPr="00952F2B">
              <w:t>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14:paraId="349B02AD" w14:textId="77777777" w:rsidR="00952F2B" w:rsidRPr="0043102D" w:rsidRDefault="00952F2B" w:rsidP="00C13079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39C286C2" w14:textId="77777777" w:rsidR="00952F2B" w:rsidRPr="00110593" w:rsidRDefault="00952F2B" w:rsidP="00C13079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0250835" w14:textId="77777777" w:rsidR="00EC667E" w:rsidRPr="00D9527F" w:rsidRDefault="00EC667E" w:rsidP="007D36CE">
      <w:pPr>
        <w:pStyle w:val="Nagwek3"/>
        <w:ind w:left="0"/>
        <w:jc w:val="left"/>
        <w:rPr>
          <w:sz w:val="20"/>
        </w:rPr>
      </w:pPr>
    </w:p>
    <w:p w14:paraId="47B89F9D" w14:textId="77777777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410CE49B" w14:textId="07984885" w:rsidR="006B2A13" w:rsidRPr="006A1A07" w:rsidRDefault="006A1A07" w:rsidP="009A4A2C">
      <w:pPr>
        <w:pStyle w:val="Tekstpodstawowywcity"/>
        <w:spacing w:line="360" w:lineRule="auto"/>
        <w:ind w:firstLine="0"/>
        <w:rPr>
          <w:b/>
          <w:bCs/>
          <w:sz w:val="22"/>
          <w:szCs w:val="22"/>
        </w:rPr>
      </w:pPr>
      <w:r w:rsidRPr="006A1A07">
        <w:rPr>
          <w:b/>
          <w:bCs/>
          <w:sz w:val="22"/>
          <w:szCs w:val="22"/>
        </w:rPr>
        <w:t>„Opracowanie projektu planu ogólnego Gminy i Miasta Chęciny”</w:t>
      </w:r>
    </w:p>
    <w:p w14:paraId="19765726" w14:textId="77777777"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6BFA0659" w14:textId="5CD5C89D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</w:t>
      </w:r>
      <w:r w:rsidR="00DD6DF0">
        <w:rPr>
          <w:sz w:val="22"/>
          <w:szCs w:val="22"/>
        </w:rPr>
        <w:t>3</w:t>
      </w:r>
      <w:r w:rsidRPr="006E0FAA">
        <w:rPr>
          <w:sz w:val="22"/>
          <w:szCs w:val="22"/>
        </w:rPr>
        <w:t xml:space="preserve"> r. poz. 1</w:t>
      </w:r>
      <w:r w:rsidR="00DD6DF0">
        <w:rPr>
          <w:sz w:val="22"/>
          <w:szCs w:val="22"/>
        </w:rPr>
        <w:t>689</w:t>
      </w:r>
      <w:r w:rsidRPr="006E0FAA">
        <w:rPr>
          <w:sz w:val="22"/>
          <w:szCs w:val="22"/>
        </w:rPr>
        <w:t xml:space="preserve"> </w:t>
      </w:r>
      <w:r w:rsidR="00DD6DF0">
        <w:rPr>
          <w:sz w:val="22"/>
          <w:szCs w:val="22"/>
        </w:rPr>
        <w:t xml:space="preserve">z </w:t>
      </w:r>
      <w:proofErr w:type="spellStart"/>
      <w:r w:rsidR="00DD6DF0" w:rsidRPr="00DD6DF0">
        <w:rPr>
          <w:sz w:val="22"/>
          <w:szCs w:val="22"/>
        </w:rPr>
        <w:t>późn</w:t>
      </w:r>
      <w:proofErr w:type="spellEnd"/>
      <w:r w:rsidR="00DD6DF0" w:rsidRPr="00DD6DF0">
        <w:rPr>
          <w:sz w:val="22"/>
          <w:szCs w:val="22"/>
        </w:rPr>
        <w:t xml:space="preserve">. </w:t>
      </w:r>
      <w:proofErr w:type="spellStart"/>
      <w:r w:rsidR="00DD6DF0" w:rsidRPr="00DD6DF0">
        <w:rPr>
          <w:sz w:val="22"/>
          <w:szCs w:val="22"/>
        </w:rPr>
        <w:t>zm</w:t>
      </w:r>
      <w:proofErr w:type="spellEnd"/>
      <w:r w:rsidRPr="006E0FAA">
        <w:rPr>
          <w:sz w:val="22"/>
          <w:szCs w:val="22"/>
        </w:rPr>
        <w:t>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71D2715A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31536EA0" w14:textId="19F72BA3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</w:t>
      </w:r>
      <w:r w:rsidR="00DD6DF0">
        <w:rPr>
          <w:sz w:val="22"/>
          <w:szCs w:val="22"/>
        </w:rPr>
        <w:t>3</w:t>
      </w:r>
      <w:r w:rsidR="009A4CD3" w:rsidRPr="009A4CD3">
        <w:rPr>
          <w:sz w:val="22"/>
          <w:szCs w:val="22"/>
        </w:rPr>
        <w:t xml:space="preserve"> r. poz. </w:t>
      </w:r>
      <w:r w:rsidR="00DD6DF0">
        <w:rPr>
          <w:sz w:val="22"/>
          <w:szCs w:val="22"/>
        </w:rPr>
        <w:t xml:space="preserve">1689 z </w:t>
      </w:r>
      <w:proofErr w:type="spellStart"/>
      <w:r w:rsidR="00DD6DF0" w:rsidRPr="00DD6DF0">
        <w:rPr>
          <w:sz w:val="22"/>
          <w:szCs w:val="22"/>
        </w:rPr>
        <w:t>późn</w:t>
      </w:r>
      <w:proofErr w:type="spellEnd"/>
      <w:r w:rsidR="00DD6DF0" w:rsidRPr="00DD6DF0">
        <w:rPr>
          <w:sz w:val="22"/>
          <w:szCs w:val="22"/>
        </w:rPr>
        <w:t xml:space="preserve">. </w:t>
      </w:r>
      <w:proofErr w:type="spellStart"/>
      <w:r w:rsidR="00DD6DF0" w:rsidRPr="00DD6DF0">
        <w:rPr>
          <w:sz w:val="22"/>
          <w:szCs w:val="22"/>
        </w:rPr>
        <w:t>zm</w:t>
      </w:r>
      <w:proofErr w:type="spellEnd"/>
      <w:r w:rsidR="009A4CD3" w:rsidRPr="009A4CD3">
        <w:rPr>
          <w:sz w:val="22"/>
          <w:szCs w:val="22"/>
        </w:rPr>
        <w:t>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68C7BD60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360BC3" w14:paraId="16853C5D" w14:textId="77777777" w:rsidTr="00C37CD2">
        <w:trPr>
          <w:trHeight w:val="321"/>
        </w:trPr>
        <w:tc>
          <w:tcPr>
            <w:tcW w:w="516" w:type="dxa"/>
          </w:tcPr>
          <w:p w14:paraId="51B8F021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3EE0FD2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585D835C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090162BC" w14:textId="77777777" w:rsidTr="009A4CD3">
        <w:tc>
          <w:tcPr>
            <w:tcW w:w="516" w:type="dxa"/>
          </w:tcPr>
          <w:p w14:paraId="10696A65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3723576B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61DD7C96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097112E7" w14:textId="77777777" w:rsidTr="009A4CD3">
        <w:tc>
          <w:tcPr>
            <w:tcW w:w="516" w:type="dxa"/>
          </w:tcPr>
          <w:p w14:paraId="15356A6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3D402D1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620F8BBF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51EEECB4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55FB857D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2D3CECEB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559CB6A" w14:textId="77777777" w:rsidR="00E15AB2" w:rsidRDefault="00E15AB2" w:rsidP="00E15AB2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30DD6565" w14:textId="77777777" w:rsidR="00E15AB2" w:rsidRPr="005E622E" w:rsidRDefault="00E15AB2" w:rsidP="00E15AB2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Podpis</w:t>
      </w:r>
    </w:p>
    <w:p w14:paraId="38879CE6" w14:textId="77777777" w:rsidR="00E15AB2" w:rsidRPr="000719DC" w:rsidRDefault="00E15AB2" w:rsidP="00E15AB2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459AE8CA" w14:textId="77777777" w:rsidR="00E15AB2" w:rsidRPr="00365F4A" w:rsidRDefault="00E15AB2" w:rsidP="00E15AB2">
      <w:pPr>
        <w:pStyle w:val="Tekstpodstawowywcity"/>
        <w:spacing w:line="360" w:lineRule="auto"/>
        <w:ind w:left="360"/>
        <w:jc w:val="center"/>
        <w:rPr>
          <w:sz w:val="20"/>
        </w:rPr>
      </w:pPr>
      <w:r w:rsidRPr="005E622E">
        <w:rPr>
          <w:i/>
          <w:sz w:val="22"/>
          <w:szCs w:val="22"/>
        </w:rPr>
        <w:t xml:space="preserve">     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E622E">
        <w:rPr>
          <w:i/>
          <w:sz w:val="22"/>
          <w:szCs w:val="22"/>
        </w:rPr>
        <w:t xml:space="preserve">  </w:t>
      </w:r>
      <w:r w:rsidRPr="00365F4A">
        <w:rPr>
          <w:sz w:val="20"/>
        </w:rPr>
        <w:t xml:space="preserve">dokument należy podpisać   </w:t>
      </w:r>
    </w:p>
    <w:p w14:paraId="62E160ED" w14:textId="77777777" w:rsidR="00E15AB2" w:rsidRPr="00365F4A" w:rsidRDefault="00E15AB2" w:rsidP="00E15AB2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podpisem kwalifikowanym</w:t>
      </w:r>
    </w:p>
    <w:p w14:paraId="7B50523D" w14:textId="77777777" w:rsidR="00E15AB2" w:rsidRPr="00365F4A" w:rsidRDefault="00E15AB2" w:rsidP="00E15AB2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zaufanym</w:t>
      </w:r>
    </w:p>
    <w:p w14:paraId="082976C2" w14:textId="573F6085" w:rsidR="00106AC7" w:rsidRPr="00D9527F" w:rsidRDefault="00E15AB2" w:rsidP="00D9527F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osobistym</w:t>
      </w:r>
    </w:p>
    <w:sectPr w:rsidR="00106AC7" w:rsidRPr="00D9527F" w:rsidSect="001866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993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2F57B5" w14:textId="77777777" w:rsidR="00627BB2" w:rsidRDefault="00627BB2">
      <w:r>
        <w:separator/>
      </w:r>
    </w:p>
  </w:endnote>
  <w:endnote w:type="continuationSeparator" w:id="0">
    <w:p w14:paraId="709FBC81" w14:textId="77777777" w:rsidR="00627BB2" w:rsidRDefault="00627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5636B" w14:textId="77777777" w:rsidR="009A4CD3" w:rsidRDefault="00602680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13D345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8482D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3305BAB8" w14:textId="77777777" w:rsidR="009A4CD3" w:rsidRDefault="00000000" w:rsidP="00336EEB">
    <w:pPr>
      <w:pStyle w:val="Stopka"/>
      <w:tabs>
        <w:tab w:val="clear" w:pos="4536"/>
      </w:tabs>
      <w:jc w:val="center"/>
    </w:pPr>
    <w:r>
      <w:rPr>
        <w:noProof/>
      </w:rPr>
      <w:pict w14:anchorId="0D039B60">
        <v:line id="_x0000_s1025" style="position:absolute;left:0;text-align:left;z-index:251657728" from="-3.85pt,8.7pt" to="455.15pt,8.7pt"/>
      </w:pict>
    </w:r>
  </w:p>
  <w:p w14:paraId="7DD8EC8C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602680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602680">
      <w:rPr>
        <w:rStyle w:val="Numerstrony"/>
        <w:rFonts w:ascii="Arial" w:hAnsi="Arial"/>
        <w:sz w:val="18"/>
        <w:szCs w:val="18"/>
      </w:rPr>
      <w:fldChar w:fldCharType="separate"/>
    </w:r>
    <w:r w:rsidR="002820FD">
      <w:rPr>
        <w:rStyle w:val="Numerstrony"/>
        <w:rFonts w:ascii="Arial" w:hAnsi="Arial"/>
        <w:noProof/>
        <w:sz w:val="18"/>
        <w:szCs w:val="18"/>
      </w:rPr>
      <w:t>1</w:t>
    </w:r>
    <w:r w:rsidR="00602680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602680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602680">
      <w:rPr>
        <w:rStyle w:val="Numerstrony"/>
        <w:rFonts w:ascii="Arial" w:hAnsi="Arial"/>
        <w:sz w:val="18"/>
        <w:szCs w:val="18"/>
      </w:rPr>
      <w:fldChar w:fldCharType="separate"/>
    </w:r>
    <w:r w:rsidR="002820FD">
      <w:rPr>
        <w:rStyle w:val="Numerstrony"/>
        <w:rFonts w:ascii="Arial" w:hAnsi="Arial"/>
        <w:noProof/>
        <w:sz w:val="18"/>
        <w:szCs w:val="18"/>
      </w:rPr>
      <w:t>1</w:t>
    </w:r>
    <w:r w:rsidR="00602680"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90D45" w14:textId="77777777" w:rsidR="00952F2B" w:rsidRDefault="00952F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94C17" w14:textId="77777777" w:rsidR="00627BB2" w:rsidRDefault="00627BB2">
      <w:r>
        <w:separator/>
      </w:r>
    </w:p>
  </w:footnote>
  <w:footnote w:type="continuationSeparator" w:id="0">
    <w:p w14:paraId="015C1312" w14:textId="77777777" w:rsidR="00627BB2" w:rsidRDefault="00627BB2">
      <w:r>
        <w:continuationSeparator/>
      </w:r>
    </w:p>
  </w:footnote>
  <w:footnote w:id="1">
    <w:p w14:paraId="5E6C5D68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6387E" w14:textId="77777777" w:rsidR="00952F2B" w:rsidRDefault="00952F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0AC92" w14:textId="77777777" w:rsidR="00952F2B" w:rsidRDefault="00952F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C9DBD" w14:textId="77777777" w:rsidR="00952F2B" w:rsidRDefault="00952F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6403608">
    <w:abstractNumId w:val="13"/>
  </w:num>
  <w:num w:numId="2" w16cid:durableId="353577501">
    <w:abstractNumId w:val="0"/>
  </w:num>
  <w:num w:numId="3" w16cid:durableId="989753365">
    <w:abstractNumId w:val="11"/>
  </w:num>
  <w:num w:numId="4" w16cid:durableId="2074544536">
    <w:abstractNumId w:val="8"/>
  </w:num>
  <w:num w:numId="5" w16cid:durableId="13920582">
    <w:abstractNumId w:val="7"/>
  </w:num>
  <w:num w:numId="6" w16cid:durableId="175387499">
    <w:abstractNumId w:val="1"/>
  </w:num>
  <w:num w:numId="7" w16cid:durableId="1780678963">
    <w:abstractNumId w:val="6"/>
  </w:num>
  <w:num w:numId="8" w16cid:durableId="505288739">
    <w:abstractNumId w:val="3"/>
  </w:num>
  <w:num w:numId="9" w16cid:durableId="34158910">
    <w:abstractNumId w:val="2"/>
  </w:num>
  <w:num w:numId="10" w16cid:durableId="1091315524">
    <w:abstractNumId w:val="5"/>
  </w:num>
  <w:num w:numId="11" w16cid:durableId="20208549">
    <w:abstractNumId w:val="10"/>
  </w:num>
  <w:num w:numId="12" w16cid:durableId="802305597">
    <w:abstractNumId w:val="4"/>
  </w:num>
  <w:num w:numId="13" w16cid:durableId="568542734">
    <w:abstractNumId w:val="9"/>
  </w:num>
  <w:num w:numId="14" w16cid:durableId="11233063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2F2B"/>
    <w:rsid w:val="0000184A"/>
    <w:rsid w:val="00001C2F"/>
    <w:rsid w:val="00012997"/>
    <w:rsid w:val="00043FA0"/>
    <w:rsid w:val="000621A2"/>
    <w:rsid w:val="00064DA2"/>
    <w:rsid w:val="000719DC"/>
    <w:rsid w:val="00075CEC"/>
    <w:rsid w:val="000E0467"/>
    <w:rsid w:val="00106AC7"/>
    <w:rsid w:val="00111985"/>
    <w:rsid w:val="00124F4D"/>
    <w:rsid w:val="00147532"/>
    <w:rsid w:val="001614BA"/>
    <w:rsid w:val="001866D1"/>
    <w:rsid w:val="001D0ED9"/>
    <w:rsid w:val="00204613"/>
    <w:rsid w:val="002820FD"/>
    <w:rsid w:val="002B1E07"/>
    <w:rsid w:val="002C2DE7"/>
    <w:rsid w:val="002D160C"/>
    <w:rsid w:val="002D3BDF"/>
    <w:rsid w:val="002E472D"/>
    <w:rsid w:val="002F64F0"/>
    <w:rsid w:val="003024A8"/>
    <w:rsid w:val="00307E5F"/>
    <w:rsid w:val="00312A4F"/>
    <w:rsid w:val="00336EEB"/>
    <w:rsid w:val="00360BC3"/>
    <w:rsid w:val="003866B1"/>
    <w:rsid w:val="00395795"/>
    <w:rsid w:val="003B1C4F"/>
    <w:rsid w:val="003E5D20"/>
    <w:rsid w:val="003F6927"/>
    <w:rsid w:val="004077E0"/>
    <w:rsid w:val="00415097"/>
    <w:rsid w:val="00422381"/>
    <w:rsid w:val="004248AC"/>
    <w:rsid w:val="0043102D"/>
    <w:rsid w:val="00460820"/>
    <w:rsid w:val="004704CB"/>
    <w:rsid w:val="00494573"/>
    <w:rsid w:val="004C55DE"/>
    <w:rsid w:val="004D5C77"/>
    <w:rsid w:val="00533E9F"/>
    <w:rsid w:val="00557783"/>
    <w:rsid w:val="0056132E"/>
    <w:rsid w:val="00573789"/>
    <w:rsid w:val="00583ED5"/>
    <w:rsid w:val="00595B8A"/>
    <w:rsid w:val="005A5013"/>
    <w:rsid w:val="005C0282"/>
    <w:rsid w:val="005C3627"/>
    <w:rsid w:val="005E622E"/>
    <w:rsid w:val="005E7BAE"/>
    <w:rsid w:val="00600E4C"/>
    <w:rsid w:val="00602680"/>
    <w:rsid w:val="00627BB2"/>
    <w:rsid w:val="00641063"/>
    <w:rsid w:val="0065756B"/>
    <w:rsid w:val="00664D2F"/>
    <w:rsid w:val="00686C95"/>
    <w:rsid w:val="00697D36"/>
    <w:rsid w:val="006A1A07"/>
    <w:rsid w:val="006B2A13"/>
    <w:rsid w:val="006B51E7"/>
    <w:rsid w:val="006D68D8"/>
    <w:rsid w:val="006E0FAA"/>
    <w:rsid w:val="006E6B2D"/>
    <w:rsid w:val="00700770"/>
    <w:rsid w:val="0070113A"/>
    <w:rsid w:val="00736B31"/>
    <w:rsid w:val="00747C6F"/>
    <w:rsid w:val="00753DC1"/>
    <w:rsid w:val="00757054"/>
    <w:rsid w:val="007717E5"/>
    <w:rsid w:val="00775E2B"/>
    <w:rsid w:val="007823E9"/>
    <w:rsid w:val="007904C1"/>
    <w:rsid w:val="007951AD"/>
    <w:rsid w:val="007D36CE"/>
    <w:rsid w:val="007E229D"/>
    <w:rsid w:val="008032C1"/>
    <w:rsid w:val="00810E93"/>
    <w:rsid w:val="0082328E"/>
    <w:rsid w:val="0083580F"/>
    <w:rsid w:val="00837E12"/>
    <w:rsid w:val="008460DE"/>
    <w:rsid w:val="00863B2A"/>
    <w:rsid w:val="00882E9F"/>
    <w:rsid w:val="008843C0"/>
    <w:rsid w:val="008A0D67"/>
    <w:rsid w:val="008B3C7B"/>
    <w:rsid w:val="008C2CBF"/>
    <w:rsid w:val="008C2E00"/>
    <w:rsid w:val="008D4CAF"/>
    <w:rsid w:val="008E370F"/>
    <w:rsid w:val="00911966"/>
    <w:rsid w:val="00952336"/>
    <w:rsid w:val="00952F2B"/>
    <w:rsid w:val="009A21D7"/>
    <w:rsid w:val="009A4A2C"/>
    <w:rsid w:val="009A4CD3"/>
    <w:rsid w:val="009B6B0A"/>
    <w:rsid w:val="009B7CFE"/>
    <w:rsid w:val="009C4366"/>
    <w:rsid w:val="00A102C6"/>
    <w:rsid w:val="00A17F37"/>
    <w:rsid w:val="00A24942"/>
    <w:rsid w:val="00A311C9"/>
    <w:rsid w:val="00A37251"/>
    <w:rsid w:val="00A46EFE"/>
    <w:rsid w:val="00A807A7"/>
    <w:rsid w:val="00A976C7"/>
    <w:rsid w:val="00AA3EF9"/>
    <w:rsid w:val="00AB6C06"/>
    <w:rsid w:val="00AB7377"/>
    <w:rsid w:val="00AD329C"/>
    <w:rsid w:val="00B04D14"/>
    <w:rsid w:val="00B26102"/>
    <w:rsid w:val="00B26E6C"/>
    <w:rsid w:val="00B45ED4"/>
    <w:rsid w:val="00B54FB4"/>
    <w:rsid w:val="00B80D07"/>
    <w:rsid w:val="00BA3771"/>
    <w:rsid w:val="00BB041C"/>
    <w:rsid w:val="00BC121D"/>
    <w:rsid w:val="00BE6092"/>
    <w:rsid w:val="00C2263D"/>
    <w:rsid w:val="00C33407"/>
    <w:rsid w:val="00C374EB"/>
    <w:rsid w:val="00C37CD2"/>
    <w:rsid w:val="00C47A1C"/>
    <w:rsid w:val="00C527C7"/>
    <w:rsid w:val="00C606B9"/>
    <w:rsid w:val="00C71B3F"/>
    <w:rsid w:val="00C73120"/>
    <w:rsid w:val="00CB412D"/>
    <w:rsid w:val="00CB6204"/>
    <w:rsid w:val="00CC527A"/>
    <w:rsid w:val="00CD5D93"/>
    <w:rsid w:val="00D47B43"/>
    <w:rsid w:val="00D74F94"/>
    <w:rsid w:val="00D9527F"/>
    <w:rsid w:val="00DA459A"/>
    <w:rsid w:val="00DD482A"/>
    <w:rsid w:val="00DD6DF0"/>
    <w:rsid w:val="00DE0396"/>
    <w:rsid w:val="00DE0405"/>
    <w:rsid w:val="00DE252B"/>
    <w:rsid w:val="00E15AB2"/>
    <w:rsid w:val="00E37A20"/>
    <w:rsid w:val="00E45B66"/>
    <w:rsid w:val="00E71D59"/>
    <w:rsid w:val="00EB5766"/>
    <w:rsid w:val="00EC667E"/>
    <w:rsid w:val="00EE65A1"/>
    <w:rsid w:val="00EF445F"/>
    <w:rsid w:val="00EF47C1"/>
    <w:rsid w:val="00F45481"/>
    <w:rsid w:val="00F46593"/>
    <w:rsid w:val="00F4717B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0E50F1"/>
  <w15:docId w15:val="{AC8703E7-B6C0-4A2F-B7F0-672F1090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customStyle="1" w:styleId="Default">
    <w:name w:val="Default"/>
    <w:qFormat/>
    <w:rsid w:val="00E15A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2820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820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PC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9538F-9B71-42FB-8CFE-2703FE834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87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cp:lastModifiedBy>Karolina Skiba.</cp:lastModifiedBy>
  <cp:revision>29</cp:revision>
  <cp:lastPrinted>2021-05-19T12:26:00Z</cp:lastPrinted>
  <dcterms:created xsi:type="dcterms:W3CDTF">2021-04-20T08:59:00Z</dcterms:created>
  <dcterms:modified xsi:type="dcterms:W3CDTF">2024-07-17T12:39:00Z</dcterms:modified>
</cp:coreProperties>
</file>