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45984132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1A05C8">
        <w:rPr>
          <w:rFonts w:ascii="Arial" w:hAnsi="Arial" w:cs="Arial"/>
          <w:bCs/>
          <w:i w:val="0"/>
          <w:sz w:val="22"/>
          <w:szCs w:val="22"/>
        </w:rPr>
        <w:t>a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12F5E52C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8E1043">
        <w:rPr>
          <w:rFonts w:ascii="Arial" w:hAnsi="Arial" w:cs="Arial"/>
          <w:b/>
        </w:rPr>
        <w:t>2</w:t>
      </w:r>
      <w:r w:rsidR="00200A44">
        <w:rPr>
          <w:rFonts w:ascii="Arial" w:hAnsi="Arial" w:cs="Arial"/>
          <w:b/>
        </w:rPr>
        <w:t>8</w:t>
      </w:r>
      <w:r w:rsidR="00B105BC">
        <w:rPr>
          <w:rFonts w:ascii="Arial" w:hAnsi="Arial" w:cs="Arial"/>
          <w:b/>
        </w:rPr>
        <w:t>/2</w:t>
      </w:r>
      <w:r w:rsidR="00887FA4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3E22DD86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3A53BEBE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4031D4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4031D4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4031D4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4031D4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bookmarkStart w:id="0" w:name="_GoBack"/>
            <w:bookmarkEnd w:id="0"/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165AC289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2E5C01C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3307D0CF" w:rsidR="000F3EC0" w:rsidRPr="00110593" w:rsidRDefault="009A266D" w:rsidP="009A266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66190C9" w14:textId="73383DC8" w:rsidR="00887FA4" w:rsidRPr="00887FA4" w:rsidRDefault="001F027E" w:rsidP="00887FA4">
      <w:pPr>
        <w:pStyle w:val="Standard"/>
        <w:spacing w:line="252" w:lineRule="auto"/>
        <w:jc w:val="both"/>
        <w:rPr>
          <w:rFonts w:ascii="Arial" w:hAnsi="Arial" w:cs="Arial"/>
          <w:sz w:val="22"/>
          <w:szCs w:val="22"/>
        </w:rPr>
      </w:pPr>
      <w:r w:rsidRPr="00887FA4">
        <w:rPr>
          <w:rFonts w:ascii="Arial" w:hAnsi="Arial" w:cs="Arial"/>
          <w:sz w:val="22"/>
          <w:szCs w:val="22"/>
        </w:rPr>
        <w:t>Na potrzeby postę</w:t>
      </w:r>
      <w:r w:rsidR="008D0487" w:rsidRPr="00887FA4">
        <w:rPr>
          <w:rFonts w:ascii="Arial" w:hAnsi="Arial" w:cs="Arial"/>
          <w:sz w:val="22"/>
          <w:szCs w:val="22"/>
        </w:rPr>
        <w:t xml:space="preserve">powania o udzielenie </w:t>
      </w:r>
      <w:r w:rsidR="007936D6" w:rsidRPr="00887FA4">
        <w:rPr>
          <w:rFonts w:ascii="Arial" w:hAnsi="Arial" w:cs="Arial"/>
          <w:sz w:val="22"/>
          <w:szCs w:val="22"/>
        </w:rPr>
        <w:t>zamówienia publicznego</w:t>
      </w:r>
      <w:r w:rsidR="005434B3" w:rsidRPr="00887FA4">
        <w:rPr>
          <w:rFonts w:ascii="Arial" w:hAnsi="Arial" w:cs="Arial"/>
          <w:sz w:val="22"/>
          <w:szCs w:val="22"/>
        </w:rPr>
        <w:t xml:space="preserve"> prowadzonego przez </w:t>
      </w:r>
      <w:r w:rsidR="00CA15D4" w:rsidRPr="00887FA4">
        <w:rPr>
          <w:rFonts w:ascii="Arial" w:hAnsi="Arial" w:cs="Arial"/>
          <w:b/>
          <w:sz w:val="22"/>
          <w:szCs w:val="22"/>
        </w:rPr>
        <w:t>„Kutnowski Szpital Samorządowy” Sp. z o.o.</w:t>
      </w:r>
      <w:r w:rsidR="002B2AD9" w:rsidRPr="00887FA4">
        <w:rPr>
          <w:rFonts w:ascii="Arial" w:hAnsi="Arial" w:cs="Arial"/>
          <w:sz w:val="22"/>
          <w:szCs w:val="22"/>
        </w:rPr>
        <w:t xml:space="preserve"> </w:t>
      </w:r>
      <w:r w:rsidR="002168A8" w:rsidRPr="00887FA4">
        <w:rPr>
          <w:rFonts w:ascii="Arial" w:hAnsi="Arial" w:cs="Arial"/>
          <w:sz w:val="22"/>
          <w:szCs w:val="22"/>
        </w:rPr>
        <w:t>pn.</w:t>
      </w:r>
      <w:r w:rsidR="002B2AD9" w:rsidRPr="00887FA4">
        <w:rPr>
          <w:rFonts w:ascii="Arial" w:hAnsi="Arial" w:cs="Arial"/>
          <w:sz w:val="22"/>
          <w:szCs w:val="22"/>
        </w:rPr>
        <w:t>:</w:t>
      </w:r>
      <w:r w:rsidR="002168A8" w:rsidRPr="00887FA4">
        <w:rPr>
          <w:rFonts w:ascii="Arial" w:hAnsi="Arial" w:cs="Arial"/>
          <w:sz w:val="22"/>
          <w:szCs w:val="22"/>
        </w:rPr>
        <w:t xml:space="preserve"> </w:t>
      </w:r>
      <w:r w:rsidR="00887FA4" w:rsidRPr="00887FA4">
        <w:rPr>
          <w:rFonts w:ascii="Arial" w:hAnsi="Arial" w:cs="Arial"/>
          <w:b/>
          <w:bCs/>
          <w:sz w:val="22"/>
          <w:szCs w:val="22"/>
        </w:rPr>
        <w:t>Wykonanie wyjścia ewakuacyjnego z istniejącej klatki schodowej (K-A1) w budynku 1A Szpitala z elementami zewnętrznymi zagospodarowania oraz budowa dróg pożarowych na działce nr 1036/35 w Kutnie przy ul. Kościuszki 52 dla potrzeb:</w:t>
      </w:r>
    </w:p>
    <w:p w14:paraId="47FC6C60" w14:textId="77777777" w:rsidR="00887FA4" w:rsidRPr="00887FA4" w:rsidRDefault="00887FA4" w:rsidP="00887FA4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87FA4">
        <w:rPr>
          <w:rFonts w:ascii="Arial" w:hAnsi="Arial" w:cs="Arial"/>
          <w:b/>
          <w:bCs/>
          <w:sz w:val="22"/>
          <w:szCs w:val="22"/>
        </w:rPr>
        <w:t>1) podjazdu dla drabiny na placu wewnętrznym pomiędzy budynkami 1B, 1E i 1A - umożliwiającego dostęp z drabiny SD-37 będącej na wyposażeniu KP PSP w Kutnie do wszystkich okien 8-kondygnacyjnego budynku 1A od strony północno-wschodniej,</w:t>
      </w:r>
    </w:p>
    <w:p w14:paraId="39D6744B" w14:textId="77777777" w:rsidR="00887FA4" w:rsidRPr="00887FA4" w:rsidRDefault="00887FA4" w:rsidP="00887FA4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887FA4">
        <w:rPr>
          <w:rFonts w:ascii="Arial" w:hAnsi="Arial" w:cs="Arial"/>
          <w:b/>
          <w:bCs/>
          <w:sz w:val="22"/>
          <w:szCs w:val="22"/>
        </w:rPr>
        <w:t>2) podjazdu umożliwiającego dostęp z drabiny SD-37 będącej na wyposażeniu KP PSP w Kutnie do wszystkich okien 8-kondygnacyjnego budynku 1A od strony północno-zachodniej</w:t>
      </w:r>
    </w:p>
    <w:p w14:paraId="6B308AA2" w14:textId="77777777" w:rsidR="00887FA4" w:rsidRDefault="00887FA4" w:rsidP="00726B90">
      <w:pPr>
        <w:pStyle w:val="Standard"/>
        <w:spacing w:line="252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0273A59" w14:textId="3E7870E8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3202CA2E" w:rsidR="00435EDC" w:rsidRPr="00BA7C59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(Dz.U.202</w:t>
      </w:r>
      <w:r w:rsidR="00887FA4">
        <w:rPr>
          <w:rFonts w:ascii="Arial" w:hAnsi="Arial" w:cs="Arial"/>
        </w:rPr>
        <w:t>4</w:t>
      </w:r>
      <w:r w:rsidR="00940555">
        <w:rPr>
          <w:rFonts w:ascii="Arial" w:hAnsi="Arial" w:cs="Arial"/>
        </w:rPr>
        <w:t>.507 t.j. z dnia 2024.04.04.</w:t>
      </w:r>
      <w:r w:rsidRPr="00AB6EED">
        <w:rPr>
          <w:rFonts w:ascii="Arial" w:hAnsi="Arial" w:cs="Arial"/>
        </w:rPr>
        <w:t>)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3A7F6CD5" w14:textId="77777777" w:rsidR="00435EDC" w:rsidRPr="00D16914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Pzp.*</w:t>
      </w:r>
    </w:p>
    <w:p w14:paraId="457EF514" w14:textId="77777777" w:rsidR="00435EDC" w:rsidRPr="0046683B" w:rsidRDefault="00435EDC" w:rsidP="00435ED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328CE7F8" w14:textId="095F3558" w:rsidR="00435EDC" w:rsidRPr="00820B2C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 xml:space="preserve">następujące środki naprawcze*: </w:t>
      </w:r>
      <w:r w:rsidRPr="00820B2C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63F7D7B0" w14:textId="15A8BADF" w:rsidR="00023477" w:rsidRPr="00497DB6" w:rsidRDefault="00023477" w:rsidP="00E301EF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07F256E" w14:textId="77777777" w:rsidR="00EC2D87" w:rsidRPr="00E31C06" w:rsidRDefault="00EC2D87" w:rsidP="00EC2D8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55CCC007" w14:textId="2C800AD5" w:rsidR="00BB6768" w:rsidRPr="00497DB6" w:rsidRDefault="00BB6768" w:rsidP="00BB6768">
      <w:pPr>
        <w:spacing w:after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spełniam warunki udziału w postępowaniu, określone przez Zamawiającego</w:t>
      </w:r>
      <w:r w:rsidR="00EC2D87">
        <w:rPr>
          <w:rFonts w:ascii="Arial" w:hAnsi="Arial" w:cs="Arial"/>
        </w:rPr>
        <w:t>, w Rozdziale 6</w:t>
      </w:r>
      <w:r w:rsidRPr="00497DB6">
        <w:rPr>
          <w:rFonts w:ascii="Arial" w:hAnsi="Arial" w:cs="Arial"/>
        </w:rPr>
        <w:t xml:space="preserve"> Specyfikacji Warunków Zamówienia.</w:t>
      </w:r>
    </w:p>
    <w:p w14:paraId="19C0E204" w14:textId="1A62A0F0" w:rsidR="00965E50" w:rsidRPr="00B15FD3" w:rsidRDefault="00965E50" w:rsidP="00965E5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SYTUACJI, NA ZASADACH OKRESLONYCH W ART. 118</w:t>
      </w:r>
      <w:r w:rsidR="000404FC">
        <w:rPr>
          <w:rFonts w:ascii="Arial" w:hAnsi="Arial" w:cs="Arial"/>
          <w:b/>
          <w:sz w:val="21"/>
          <w:szCs w:val="21"/>
        </w:rPr>
        <w:t xml:space="preserve"> USTAWY PZP</w:t>
      </w:r>
      <w:r>
        <w:rPr>
          <w:rFonts w:ascii="Arial" w:hAnsi="Arial" w:cs="Arial"/>
          <w:b/>
          <w:sz w:val="21"/>
          <w:szCs w:val="21"/>
        </w:rPr>
        <w:t>,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7AB7611" w14:textId="05CADFEF" w:rsidR="00965E50" w:rsidRDefault="00965E50" w:rsidP="00965E5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</w:t>
      </w:r>
      <w:r w:rsidR="000404FC">
        <w:rPr>
          <w:rFonts w:ascii="Arial" w:hAnsi="Arial" w:cs="Arial"/>
          <w:sz w:val="21"/>
          <w:szCs w:val="21"/>
        </w:rPr>
        <w:t>, na zasadach określonych w art. 118 ustawy Pzp,</w:t>
      </w:r>
      <w:r>
        <w:rPr>
          <w:rFonts w:ascii="Arial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0404FC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0404FC">
        <w:rPr>
          <w:rFonts w:ascii="Arial" w:hAnsi="Arial" w:cs="Arial"/>
          <w:sz w:val="21"/>
          <w:szCs w:val="21"/>
        </w:rPr>
        <w:t>………………………………………………….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7DD3003" w14:textId="12DECDAF" w:rsidR="00965E50" w:rsidRDefault="00965E50" w:rsidP="00965E5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A191396" w14:textId="79DDE992" w:rsidR="00F85988" w:rsidRPr="00F85988" w:rsidRDefault="00F85988" w:rsidP="00F85988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</w:t>
      </w:r>
      <w:r w:rsidR="00665F39">
        <w:rPr>
          <w:rFonts w:ascii="Arial" w:hAnsi="Arial" w:cs="Arial"/>
          <w:color w:val="000000" w:themeColor="text1"/>
          <w:sz w:val="18"/>
          <w:szCs w:val="18"/>
        </w:rPr>
        <w:t> </w:t>
      </w:r>
      <w:r w:rsidRPr="00F85988">
        <w:rPr>
          <w:rFonts w:ascii="Arial" w:hAnsi="Arial" w:cs="Arial"/>
          <w:color w:val="000000" w:themeColor="text1"/>
          <w:sz w:val="18"/>
          <w:szCs w:val="18"/>
        </w:rPr>
        <w:t>wykonawców wskazuje spełnienie warunków udziału w postępowaniu.</w:t>
      </w:r>
    </w:p>
    <w:p w14:paraId="2CD1ECC7" w14:textId="77777777" w:rsidR="00F85988" w:rsidRPr="00F85988" w:rsidRDefault="00F85988" w:rsidP="00F85988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F115EFF" w14:textId="18D51E08" w:rsidR="00F85988" w:rsidRPr="00F85988" w:rsidRDefault="00F85988" w:rsidP="000F3D3D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Pr="00F85988">
        <w:rPr>
          <w:rFonts w:ascii="Arial" w:hAnsi="Arial" w:cs="Arial"/>
          <w:color w:val="000000" w:themeColor="text1"/>
          <w:sz w:val="18"/>
          <w:szCs w:val="18"/>
        </w:rPr>
        <w:t xml:space="preserve"> Zgodnie z art. 117 ust. 3 ustawy Pzp w odniesieniu do warunków dotyczących wykształcenia, kwalifikacji zawodowych lub doświadczenia wykonawcy wspólnie ubiegający się o udzielenie zamówienia mogą polegać na zdolnościach tych z</w:t>
      </w:r>
      <w:r w:rsidR="00665F39">
        <w:rPr>
          <w:rFonts w:ascii="Arial" w:hAnsi="Arial" w:cs="Arial"/>
          <w:color w:val="000000" w:themeColor="text1"/>
          <w:sz w:val="18"/>
          <w:szCs w:val="18"/>
        </w:rPr>
        <w:t> </w:t>
      </w:r>
      <w:r w:rsidRPr="00F85988">
        <w:rPr>
          <w:rFonts w:ascii="Arial" w:hAnsi="Arial" w:cs="Arial"/>
          <w:color w:val="000000" w:themeColor="text1"/>
          <w:sz w:val="18"/>
          <w:szCs w:val="18"/>
        </w:rPr>
        <w:t xml:space="preserve">wykonawców, którzy wykonają roboty budowlane lub usługi, do realizacji których te zdolności są wymagane. </w:t>
      </w:r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>Dalej zgodnie z</w:t>
      </w:r>
      <w:r w:rsidR="00665F39">
        <w:rPr>
          <w:rFonts w:ascii="Arial" w:hAnsi="Arial" w:cs="Arial"/>
          <w:b/>
          <w:color w:val="000000" w:themeColor="text1"/>
          <w:sz w:val="18"/>
          <w:szCs w:val="18"/>
        </w:rPr>
        <w:t> </w:t>
      </w:r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>art. 117 ust. 4 ustawy Pzp Wykonawcy wspólnie ubiegający się o udzielenie zamówienia dołączają do oferty oświadczenie, z którego wynika, które roboty budowlane, dostawy lub usługi wykonają poszczególni wykonawcy.</w:t>
      </w: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ECCB62A" w14:textId="5E752D11" w:rsidR="00F85988" w:rsidRP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3D3D"/>
    <w:rsid w:val="000F3EC0"/>
    <w:rsid w:val="00106EC3"/>
    <w:rsid w:val="0010759F"/>
    <w:rsid w:val="00110593"/>
    <w:rsid w:val="00160A7A"/>
    <w:rsid w:val="001902D2"/>
    <w:rsid w:val="001A05C8"/>
    <w:rsid w:val="001C614F"/>
    <w:rsid w:val="001C6945"/>
    <w:rsid w:val="001E309B"/>
    <w:rsid w:val="001F027E"/>
    <w:rsid w:val="00200A44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641A"/>
    <w:rsid w:val="00304116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031D4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24BCB"/>
    <w:rsid w:val="00634311"/>
    <w:rsid w:val="006354AD"/>
    <w:rsid w:val="00641874"/>
    <w:rsid w:val="00665F39"/>
    <w:rsid w:val="006676AE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26B90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87FA4"/>
    <w:rsid w:val="00892E48"/>
    <w:rsid w:val="008C5709"/>
    <w:rsid w:val="008C6DF8"/>
    <w:rsid w:val="008D0487"/>
    <w:rsid w:val="008E1043"/>
    <w:rsid w:val="008F3B4E"/>
    <w:rsid w:val="00905C69"/>
    <w:rsid w:val="0091264E"/>
    <w:rsid w:val="00921240"/>
    <w:rsid w:val="009301A2"/>
    <w:rsid w:val="00940555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paragraph" w:customStyle="1" w:styleId="Standard">
    <w:name w:val="Standard"/>
    <w:rsid w:val="00726B9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87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F3F24-D508-4F88-BAB8-F53DD201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76</TotalTime>
  <Pages>2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73</cp:revision>
  <cp:lastPrinted>2023-05-30T07:41:00Z</cp:lastPrinted>
  <dcterms:created xsi:type="dcterms:W3CDTF">2021-01-28T12:17:00Z</dcterms:created>
  <dcterms:modified xsi:type="dcterms:W3CDTF">2024-09-19T11:35:00Z</dcterms:modified>
</cp:coreProperties>
</file>