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E3" w:rsidRDefault="007B1FCB" w:rsidP="00F2455D">
      <w:pPr>
        <w:pStyle w:val="Tekstpodstawowy"/>
        <w:ind w:left="4248" w:firstLine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ab/>
      </w:r>
      <w:bookmarkStart w:id="0" w:name="_GoBack"/>
      <w:bookmarkEnd w:id="0"/>
      <w:r w:rsidR="009032E3">
        <w:rPr>
          <w:rFonts w:ascii="Arial" w:hAnsi="Arial" w:cs="Arial"/>
          <w:b/>
          <w:bCs/>
          <w:sz w:val="24"/>
          <w:szCs w:val="24"/>
        </w:rPr>
        <w:t xml:space="preserve"> Załącznik nr 5</w:t>
      </w:r>
      <w:r>
        <w:rPr>
          <w:rFonts w:ascii="Arial" w:hAnsi="Arial" w:cs="Arial"/>
          <w:b/>
          <w:bCs/>
          <w:sz w:val="24"/>
          <w:szCs w:val="24"/>
        </w:rPr>
        <w:t xml:space="preserve"> do umowy</w:t>
      </w:r>
    </w:p>
    <w:p w:rsidR="00F2455D" w:rsidRPr="009032E3" w:rsidRDefault="009032E3" w:rsidP="00691D38">
      <w:pPr>
        <w:pStyle w:val="Tekstpodstawowy"/>
        <w:ind w:left="4248" w:firstLine="708"/>
        <w:jc w:val="both"/>
        <w:rPr>
          <w:rFonts w:ascii="Arial" w:hAnsi="Arial" w:cs="Arial"/>
          <w:bCs/>
          <w:sz w:val="24"/>
          <w:szCs w:val="24"/>
        </w:rPr>
      </w:pPr>
      <w:r w:rsidRPr="009032E3">
        <w:rPr>
          <w:rFonts w:ascii="Arial" w:hAnsi="Arial" w:cs="Arial"/>
          <w:bCs/>
          <w:sz w:val="24"/>
          <w:szCs w:val="24"/>
        </w:rPr>
        <w:t>Świętoszów dnia ….........</w:t>
      </w:r>
      <w:r>
        <w:rPr>
          <w:rFonts w:ascii="Arial" w:hAnsi="Arial" w:cs="Arial"/>
          <w:bCs/>
          <w:sz w:val="24"/>
          <w:szCs w:val="24"/>
        </w:rPr>
        <w:t>.2024</w:t>
      </w:r>
      <w:r w:rsidR="00691D38">
        <w:rPr>
          <w:rFonts w:ascii="Arial" w:hAnsi="Arial" w:cs="Arial"/>
          <w:bCs/>
          <w:sz w:val="24"/>
          <w:szCs w:val="24"/>
        </w:rPr>
        <w:t xml:space="preserve"> r.</w:t>
      </w:r>
    </w:p>
    <w:p w:rsidR="00F2455D" w:rsidRPr="009032E3" w:rsidRDefault="003B2567" w:rsidP="009032E3">
      <w:pPr>
        <w:pStyle w:val="Tekstpodstawowy"/>
        <w:ind w:left="7080"/>
        <w:jc w:val="both"/>
        <w:rPr>
          <w:rFonts w:ascii="Arial" w:hAnsi="Arial" w:cs="Arial"/>
          <w:bCs/>
          <w:sz w:val="24"/>
          <w:szCs w:val="24"/>
        </w:rPr>
      </w:pPr>
      <w:r w:rsidRPr="009032E3">
        <w:rPr>
          <w:rFonts w:ascii="Arial" w:hAnsi="Arial" w:cs="Arial"/>
          <w:bCs/>
          <w:sz w:val="24"/>
          <w:szCs w:val="24"/>
        </w:rPr>
        <w:t>Egz</w:t>
      </w:r>
      <w:r w:rsidR="00F2455D" w:rsidRPr="009032E3">
        <w:rPr>
          <w:rFonts w:ascii="Arial" w:hAnsi="Arial" w:cs="Arial"/>
          <w:bCs/>
          <w:sz w:val="24"/>
          <w:szCs w:val="24"/>
        </w:rPr>
        <w:t>.</w:t>
      </w:r>
      <w:r w:rsidRPr="009032E3">
        <w:rPr>
          <w:rFonts w:ascii="Arial" w:hAnsi="Arial" w:cs="Arial"/>
          <w:bCs/>
          <w:sz w:val="24"/>
          <w:szCs w:val="24"/>
        </w:rPr>
        <w:t xml:space="preserve"> ……</w:t>
      </w:r>
      <w:r w:rsidR="00672B87" w:rsidRPr="009032E3">
        <w:rPr>
          <w:rFonts w:ascii="Arial" w:hAnsi="Arial" w:cs="Arial"/>
        </w:rPr>
        <w:t xml:space="preserve"> </w:t>
      </w:r>
      <w:r w:rsidR="00604D77" w:rsidRPr="009032E3">
        <w:rPr>
          <w:rFonts w:ascii="Arial" w:hAnsi="Arial" w:cs="Arial"/>
        </w:rPr>
        <w:t xml:space="preserve"> </w:t>
      </w:r>
    </w:p>
    <w:p w:rsidR="003B2567" w:rsidRPr="009032E3" w:rsidRDefault="009032E3" w:rsidP="009032E3">
      <w:pPr>
        <w:tabs>
          <w:tab w:val="left" w:pos="241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</w:t>
      </w:r>
    </w:p>
    <w:p w:rsidR="001939CF" w:rsidRDefault="001939CF" w:rsidP="009032E3">
      <w:pPr>
        <w:jc w:val="center"/>
        <w:rPr>
          <w:rFonts w:ascii="Arial" w:hAnsi="Arial" w:cs="Arial"/>
          <w:b/>
          <w:sz w:val="32"/>
          <w:szCs w:val="32"/>
        </w:rPr>
      </w:pPr>
      <w:r w:rsidRPr="0002466F">
        <w:rPr>
          <w:rFonts w:ascii="Arial" w:hAnsi="Arial" w:cs="Arial"/>
          <w:b/>
          <w:sz w:val="32"/>
          <w:szCs w:val="32"/>
        </w:rPr>
        <w:t>PROTOKÓŁ ODBIORU USŁUGI – ZLECENIA</w:t>
      </w:r>
    </w:p>
    <w:p w:rsidR="001939CF" w:rsidRPr="00E04EAA" w:rsidRDefault="001939CF" w:rsidP="009032E3">
      <w:pPr>
        <w:jc w:val="both"/>
        <w:rPr>
          <w:rFonts w:ascii="Arial" w:hAnsi="Arial" w:cs="Arial"/>
          <w:b/>
          <w:sz w:val="20"/>
          <w:szCs w:val="32"/>
        </w:rPr>
      </w:pPr>
    </w:p>
    <w:p w:rsidR="001939CF" w:rsidRPr="009032E3" w:rsidRDefault="001939CF" w:rsidP="009032E3">
      <w:pPr>
        <w:jc w:val="both"/>
        <w:rPr>
          <w:rFonts w:ascii="Arial" w:hAnsi="Arial" w:cs="Arial"/>
        </w:rPr>
      </w:pPr>
      <w:r w:rsidRPr="0002466F">
        <w:rPr>
          <w:rFonts w:ascii="Arial" w:hAnsi="Arial" w:cs="Arial"/>
        </w:rPr>
        <w:t xml:space="preserve">Spisany </w:t>
      </w:r>
      <w:r w:rsidR="009032E3">
        <w:rPr>
          <w:rFonts w:ascii="Arial" w:hAnsi="Arial" w:cs="Arial"/>
        </w:rPr>
        <w:t xml:space="preserve">w dniu </w:t>
      </w:r>
      <w:r w:rsidRPr="0002466F">
        <w:rPr>
          <w:rFonts w:ascii="Arial" w:hAnsi="Arial" w:cs="Arial"/>
        </w:rPr>
        <w:t xml:space="preserve">dnia </w:t>
      </w:r>
      <w:r w:rsidR="009032E3">
        <w:rPr>
          <w:rFonts w:ascii="Arial" w:hAnsi="Arial" w:cs="Arial"/>
        </w:rPr>
        <w:t xml:space="preserve">………….. roku, w sprawie odbioru, przekazania SpW </w:t>
      </w:r>
      <w:r w:rsidR="00B25D67">
        <w:rPr>
          <w:rFonts w:ascii="Arial" w:hAnsi="Arial" w:cs="Arial"/>
        </w:rPr>
        <w:t xml:space="preserve">                              </w:t>
      </w:r>
      <w:r w:rsidR="009032E3">
        <w:rPr>
          <w:rFonts w:ascii="Arial" w:hAnsi="Arial" w:cs="Arial"/>
        </w:rPr>
        <w:t xml:space="preserve">po wykonaniu usługi – zlecenia. </w:t>
      </w:r>
    </w:p>
    <w:p w:rsidR="00B25D67" w:rsidRDefault="00B25D67" w:rsidP="009032E3">
      <w:pPr>
        <w:jc w:val="both"/>
        <w:rPr>
          <w:rFonts w:ascii="Arial" w:hAnsi="Arial" w:cs="Arial"/>
          <w:b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23"/>
        <w:gridCol w:w="2459"/>
        <w:gridCol w:w="3827"/>
      </w:tblGrid>
      <w:tr w:rsidR="00B25D67" w:rsidRPr="00B25D67" w:rsidTr="00B25D67">
        <w:tc>
          <w:tcPr>
            <w:tcW w:w="2923" w:type="dxa"/>
            <w:vAlign w:val="center"/>
          </w:tcPr>
          <w:p w:rsidR="00B25D67" w:rsidRPr="00B25D67" w:rsidRDefault="00B25D67" w:rsidP="00B25D67">
            <w:pPr>
              <w:pStyle w:val="Bezodstpw"/>
              <w:jc w:val="center"/>
            </w:pPr>
            <w:r w:rsidRPr="00B25D67">
              <w:t>Marka, model urządzenia</w:t>
            </w:r>
          </w:p>
        </w:tc>
        <w:tc>
          <w:tcPr>
            <w:tcW w:w="2459" w:type="dxa"/>
            <w:vAlign w:val="center"/>
          </w:tcPr>
          <w:p w:rsidR="00B25D67" w:rsidRPr="00B25D67" w:rsidRDefault="00B25D67" w:rsidP="00B25D67">
            <w:pPr>
              <w:pStyle w:val="Bezodstpw"/>
              <w:jc w:val="center"/>
            </w:pPr>
            <w:r>
              <w:t>Numer seryjny</w:t>
            </w:r>
          </w:p>
        </w:tc>
        <w:tc>
          <w:tcPr>
            <w:tcW w:w="3827" w:type="dxa"/>
            <w:vAlign w:val="center"/>
          </w:tcPr>
          <w:p w:rsidR="00B25D67" w:rsidRPr="00B25D67" w:rsidRDefault="00B25D67" w:rsidP="00B25D67">
            <w:pPr>
              <w:pStyle w:val="Bezodstpw"/>
              <w:jc w:val="center"/>
            </w:pPr>
            <w:r>
              <w:t>Lokalizacja (nazwa JW./Instytucji, miejscowości, budynek nr pomieszczenia)</w:t>
            </w:r>
          </w:p>
        </w:tc>
      </w:tr>
      <w:tr w:rsidR="00B25D67" w:rsidRPr="00B25D67" w:rsidTr="00B25D67">
        <w:tc>
          <w:tcPr>
            <w:tcW w:w="2923" w:type="dxa"/>
            <w:vAlign w:val="center"/>
          </w:tcPr>
          <w:p w:rsidR="00B25D67" w:rsidRPr="00B25D67" w:rsidRDefault="00B25D67" w:rsidP="00B25D67">
            <w:pPr>
              <w:pStyle w:val="Bezodstpw"/>
              <w:jc w:val="center"/>
            </w:pPr>
          </w:p>
        </w:tc>
        <w:tc>
          <w:tcPr>
            <w:tcW w:w="2459" w:type="dxa"/>
            <w:vAlign w:val="center"/>
          </w:tcPr>
          <w:p w:rsidR="00B25D67" w:rsidRDefault="00B25D67" w:rsidP="00B25D67">
            <w:pPr>
              <w:pStyle w:val="Bezodstpw"/>
              <w:jc w:val="center"/>
            </w:pPr>
          </w:p>
        </w:tc>
        <w:tc>
          <w:tcPr>
            <w:tcW w:w="3827" w:type="dxa"/>
            <w:vAlign w:val="center"/>
          </w:tcPr>
          <w:p w:rsidR="00B25D67" w:rsidRDefault="00B25D67" w:rsidP="00B25D67">
            <w:pPr>
              <w:pStyle w:val="Bezodstpw"/>
              <w:jc w:val="center"/>
            </w:pPr>
          </w:p>
          <w:p w:rsidR="00B25D67" w:rsidRDefault="00B25D67" w:rsidP="00691D38">
            <w:pPr>
              <w:pStyle w:val="Bezodstpw"/>
            </w:pPr>
          </w:p>
        </w:tc>
      </w:tr>
    </w:tbl>
    <w:p w:rsidR="00B25D67" w:rsidRDefault="00B25D67" w:rsidP="009032E3">
      <w:pPr>
        <w:jc w:val="both"/>
        <w:rPr>
          <w:rFonts w:ascii="Arial" w:hAnsi="Arial" w:cs="Arial"/>
          <w:b/>
        </w:rPr>
      </w:pPr>
    </w:p>
    <w:p w:rsidR="001939CF" w:rsidRDefault="00B25D67" w:rsidP="006C79CF">
      <w:pPr>
        <w:rPr>
          <w:rFonts w:ascii="Arial" w:hAnsi="Arial" w:cs="Arial"/>
        </w:rPr>
      </w:pPr>
      <w:r w:rsidRPr="00B25D67">
        <w:rPr>
          <w:rFonts w:ascii="Arial" w:hAnsi="Arial" w:cs="Arial"/>
        </w:rPr>
        <w:t xml:space="preserve">Realizowanej na podstawie umowy </w:t>
      </w:r>
      <w:r w:rsidRPr="00473688">
        <w:rPr>
          <w:rFonts w:ascii="Arial" w:hAnsi="Arial" w:cs="Arial"/>
          <w:b/>
        </w:rPr>
        <w:t>nr, ………………… z dnia………………………</w:t>
      </w:r>
    </w:p>
    <w:p w:rsidR="00B25D67" w:rsidRDefault="00B25D67" w:rsidP="006C79CF">
      <w:pPr>
        <w:rPr>
          <w:rFonts w:ascii="Arial" w:hAnsi="Arial" w:cs="Arial"/>
        </w:rPr>
      </w:pPr>
    </w:p>
    <w:p w:rsidR="00B25D67" w:rsidRPr="00691D38" w:rsidRDefault="00B25D67" w:rsidP="006C79CF">
      <w:pPr>
        <w:rPr>
          <w:rFonts w:ascii="Arial" w:hAnsi="Arial" w:cs="Arial"/>
          <w:b/>
        </w:rPr>
      </w:pPr>
      <w:r w:rsidRPr="00691D38">
        <w:rPr>
          <w:rFonts w:ascii="Arial" w:hAnsi="Arial" w:cs="Arial"/>
          <w:b/>
        </w:rPr>
        <w:t xml:space="preserve">Wykonawca: </w:t>
      </w:r>
    </w:p>
    <w:p w:rsidR="00B25D67" w:rsidRDefault="00B25D67" w:rsidP="006C79CF">
      <w:pPr>
        <w:rPr>
          <w:rFonts w:ascii="Arial" w:hAnsi="Arial" w:cs="Arial"/>
        </w:rPr>
      </w:pPr>
    </w:p>
    <w:p w:rsidR="00B25D67" w:rsidRPr="00691D38" w:rsidRDefault="00B25D67" w:rsidP="006C79CF">
      <w:pPr>
        <w:rPr>
          <w:rFonts w:ascii="Arial" w:hAnsi="Arial" w:cs="Arial"/>
          <w:b/>
        </w:rPr>
      </w:pPr>
      <w:r w:rsidRPr="00691D38">
        <w:rPr>
          <w:rFonts w:ascii="Arial" w:hAnsi="Arial" w:cs="Arial"/>
          <w:b/>
        </w:rPr>
        <w:t>Siedziba Firmy:</w:t>
      </w:r>
    </w:p>
    <w:p w:rsidR="00B25D67" w:rsidRDefault="00B25D67" w:rsidP="006C79CF">
      <w:pPr>
        <w:rPr>
          <w:rFonts w:ascii="Arial" w:hAnsi="Arial" w:cs="Arial"/>
        </w:rPr>
      </w:pPr>
    </w:p>
    <w:p w:rsidR="00B25D67" w:rsidRPr="00691D38" w:rsidRDefault="00B25D67" w:rsidP="006C79CF">
      <w:pPr>
        <w:rPr>
          <w:rFonts w:ascii="Arial" w:hAnsi="Arial" w:cs="Arial"/>
          <w:b/>
        </w:rPr>
      </w:pPr>
      <w:r w:rsidRPr="00691D38">
        <w:rPr>
          <w:rFonts w:ascii="Arial" w:hAnsi="Arial" w:cs="Arial"/>
          <w:b/>
        </w:rPr>
        <w:t>Biuro:</w:t>
      </w:r>
    </w:p>
    <w:p w:rsidR="00B25D67" w:rsidRDefault="00B25D67" w:rsidP="006C79CF">
      <w:pPr>
        <w:rPr>
          <w:rFonts w:ascii="Arial" w:hAnsi="Arial" w:cs="Arial"/>
        </w:rPr>
      </w:pPr>
    </w:p>
    <w:p w:rsidR="00B25D67" w:rsidRPr="00691D38" w:rsidRDefault="00B25D67" w:rsidP="006C79CF">
      <w:pPr>
        <w:rPr>
          <w:rFonts w:ascii="Arial" w:hAnsi="Arial" w:cs="Arial"/>
          <w:b/>
        </w:rPr>
      </w:pPr>
      <w:r w:rsidRPr="00691D38">
        <w:rPr>
          <w:rFonts w:ascii="Arial" w:hAnsi="Arial" w:cs="Arial"/>
          <w:b/>
        </w:rPr>
        <w:t>NIP:</w:t>
      </w:r>
    </w:p>
    <w:p w:rsidR="00B25D67" w:rsidRPr="00473688" w:rsidRDefault="00B25D67" w:rsidP="00B25D67">
      <w:pPr>
        <w:jc w:val="center"/>
        <w:rPr>
          <w:rFonts w:ascii="Arial" w:hAnsi="Arial" w:cs="Arial"/>
          <w:b/>
        </w:rPr>
      </w:pPr>
      <w:r w:rsidRPr="00473688">
        <w:rPr>
          <w:rFonts w:ascii="Arial" w:hAnsi="Arial" w:cs="Arial"/>
          <w:b/>
        </w:rPr>
        <w:t>Wykaz użytych części do wykonania usługi.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658"/>
        <w:gridCol w:w="992"/>
        <w:gridCol w:w="1559"/>
      </w:tblGrid>
      <w:tr w:rsidR="00B25D67" w:rsidRPr="00B25D67" w:rsidTr="00B25D67">
        <w:tc>
          <w:tcPr>
            <w:tcW w:w="6658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  <w:r>
              <w:t>Nazwa, opis części</w:t>
            </w:r>
          </w:p>
        </w:tc>
        <w:tc>
          <w:tcPr>
            <w:tcW w:w="992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  <w:r>
              <w:t>Ilość</w:t>
            </w:r>
          </w:p>
        </w:tc>
        <w:tc>
          <w:tcPr>
            <w:tcW w:w="1559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  <w:r>
              <w:t>Uwagi</w:t>
            </w:r>
          </w:p>
        </w:tc>
      </w:tr>
      <w:tr w:rsidR="00B25D67" w:rsidRPr="00B25D67" w:rsidTr="00B25D67">
        <w:tc>
          <w:tcPr>
            <w:tcW w:w="6658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</w:p>
        </w:tc>
        <w:tc>
          <w:tcPr>
            <w:tcW w:w="992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  <w:p w:rsidR="00B25D67" w:rsidRDefault="00B25D67" w:rsidP="00691D38">
            <w:pPr>
              <w:pStyle w:val="Bezodstpw"/>
            </w:pPr>
          </w:p>
        </w:tc>
      </w:tr>
      <w:tr w:rsidR="00B25D67" w:rsidRPr="00B25D67" w:rsidTr="00B25D67">
        <w:tc>
          <w:tcPr>
            <w:tcW w:w="6658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</w:p>
        </w:tc>
        <w:tc>
          <w:tcPr>
            <w:tcW w:w="992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  <w:p w:rsidR="00B25D67" w:rsidRDefault="00B25D67" w:rsidP="00691D38">
            <w:pPr>
              <w:pStyle w:val="Bezodstpw"/>
            </w:pPr>
          </w:p>
        </w:tc>
      </w:tr>
      <w:tr w:rsidR="00B25D67" w:rsidRPr="00B25D67" w:rsidTr="00B25D67">
        <w:tc>
          <w:tcPr>
            <w:tcW w:w="6658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</w:p>
        </w:tc>
        <w:tc>
          <w:tcPr>
            <w:tcW w:w="992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  <w:p w:rsidR="00B25D67" w:rsidRDefault="00B25D67" w:rsidP="00691D38">
            <w:pPr>
              <w:pStyle w:val="Bezodstpw"/>
            </w:pPr>
          </w:p>
        </w:tc>
      </w:tr>
      <w:tr w:rsidR="00B25D67" w:rsidRPr="00B25D67" w:rsidTr="00B25D67">
        <w:tc>
          <w:tcPr>
            <w:tcW w:w="6658" w:type="dxa"/>
            <w:vAlign w:val="center"/>
          </w:tcPr>
          <w:p w:rsidR="00B25D67" w:rsidRPr="00B25D67" w:rsidRDefault="00B25D67" w:rsidP="00214F1B">
            <w:pPr>
              <w:pStyle w:val="Bezodstpw"/>
              <w:jc w:val="center"/>
            </w:pPr>
          </w:p>
        </w:tc>
        <w:tc>
          <w:tcPr>
            <w:tcW w:w="992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</w:tc>
        <w:tc>
          <w:tcPr>
            <w:tcW w:w="1559" w:type="dxa"/>
            <w:vAlign w:val="center"/>
          </w:tcPr>
          <w:p w:rsidR="00B25D67" w:rsidRDefault="00B25D67" w:rsidP="00214F1B">
            <w:pPr>
              <w:pStyle w:val="Bezodstpw"/>
              <w:jc w:val="center"/>
            </w:pPr>
          </w:p>
          <w:p w:rsidR="00B25D67" w:rsidRDefault="00B25D67" w:rsidP="00691D38">
            <w:pPr>
              <w:pStyle w:val="Bezodstpw"/>
            </w:pPr>
          </w:p>
        </w:tc>
      </w:tr>
    </w:tbl>
    <w:p w:rsidR="00B25D67" w:rsidRDefault="00B25D67" w:rsidP="006C79CF">
      <w:pPr>
        <w:rPr>
          <w:rFonts w:ascii="Arial" w:hAnsi="Arial" w:cs="Arial"/>
        </w:rPr>
      </w:pPr>
    </w:p>
    <w:p w:rsidR="00B25D67" w:rsidRDefault="00B25D67" w:rsidP="006C79CF">
      <w:pPr>
        <w:rPr>
          <w:rFonts w:ascii="Arial" w:hAnsi="Arial" w:cs="Arial"/>
        </w:rPr>
      </w:pPr>
      <w:r>
        <w:rPr>
          <w:rFonts w:ascii="Arial" w:hAnsi="Arial" w:cs="Arial"/>
        </w:rPr>
        <w:t>Po zapoznaniu się z zakresem zlecenia oraz na podstawie dokonywanych oględzin i przedstawionych dokumentów stwierdza się co następuje:</w:t>
      </w:r>
    </w:p>
    <w:p w:rsidR="00691D38" w:rsidRDefault="00691D38" w:rsidP="00691D38">
      <w:pPr>
        <w:pStyle w:val="Akapitzlist"/>
        <w:numPr>
          <w:ilvl w:val="0"/>
          <w:numId w:val="7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usługa została/nie została wykonana zgodnie z powyższą umową.</w:t>
      </w:r>
    </w:p>
    <w:p w:rsidR="00691D38" w:rsidRPr="00691D38" w:rsidRDefault="00691D38" w:rsidP="00691D38">
      <w:pPr>
        <w:pStyle w:val="Akapitzlist"/>
        <w:numPr>
          <w:ilvl w:val="2"/>
          <w:numId w:val="7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usługa została/nie została wykonana w terminie określonym w powyższej umowie.</w:t>
      </w:r>
    </w:p>
    <w:p w:rsidR="00B25D67" w:rsidRPr="00B25D67" w:rsidRDefault="00B25D67" w:rsidP="006C79CF">
      <w:pPr>
        <w:rPr>
          <w:rFonts w:ascii="Arial" w:hAnsi="Arial" w:cs="Arial"/>
        </w:rPr>
      </w:pPr>
    </w:p>
    <w:p w:rsidR="001939CF" w:rsidRDefault="001939CF" w:rsidP="001939CF">
      <w:pPr>
        <w:pStyle w:val="Bezodstpw"/>
        <w:rPr>
          <w:rFonts w:ascii="Arial" w:hAnsi="Arial" w:cs="Arial"/>
        </w:rPr>
      </w:pPr>
    </w:p>
    <w:p w:rsidR="001939CF" w:rsidRPr="0002466F" w:rsidRDefault="001939CF" w:rsidP="001939CF">
      <w:pPr>
        <w:pStyle w:val="Bezodstpw"/>
        <w:rPr>
          <w:rFonts w:ascii="Arial" w:hAnsi="Arial" w:cs="Arial"/>
        </w:rPr>
      </w:pPr>
    </w:p>
    <w:p w:rsidR="00473688" w:rsidRDefault="00473688" w:rsidP="00473688">
      <w:pPr>
        <w:pStyle w:val="Bezodstpw"/>
        <w:ind w:firstLine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Upoważniony przedstawiciel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Upoważniony przedstawiciel </w:t>
      </w:r>
    </w:p>
    <w:p w:rsidR="00672B87" w:rsidRPr="00473688" w:rsidRDefault="00473688" w:rsidP="00473688">
      <w:pPr>
        <w:pStyle w:val="Bezodstpw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zamawiającego</w:t>
      </w:r>
      <w:r w:rsidR="00F2455D">
        <w:rPr>
          <w:rFonts w:ascii="Arial" w:hAnsi="Arial" w:cs="Arial"/>
          <w:b/>
        </w:rPr>
        <w:tab/>
      </w:r>
      <w:r w:rsidR="00F2455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               wykonawcy </w:t>
      </w:r>
      <w:r w:rsidR="00F2455D">
        <w:rPr>
          <w:rFonts w:ascii="Arial" w:hAnsi="Arial" w:cs="Arial"/>
          <w:b/>
        </w:rPr>
        <w:tab/>
        <w:t xml:space="preserve">        </w:t>
      </w:r>
    </w:p>
    <w:p w:rsidR="00F2455D" w:rsidRPr="0002466F" w:rsidRDefault="00F2455D" w:rsidP="00672B87">
      <w:pPr>
        <w:pStyle w:val="Bezodstpw"/>
        <w:rPr>
          <w:rFonts w:ascii="Arial" w:hAnsi="Arial" w:cs="Arial"/>
          <w:sz w:val="18"/>
          <w:szCs w:val="18"/>
        </w:rPr>
      </w:pPr>
    </w:p>
    <w:p w:rsidR="00672B87" w:rsidRPr="0002466F" w:rsidRDefault="00672B87" w:rsidP="00672B87">
      <w:pPr>
        <w:pStyle w:val="Bezodstpw"/>
        <w:rPr>
          <w:rFonts w:ascii="Arial" w:hAnsi="Arial" w:cs="Arial"/>
          <w:sz w:val="18"/>
          <w:szCs w:val="18"/>
        </w:rPr>
      </w:pPr>
    </w:p>
    <w:p w:rsidR="00672B87" w:rsidRPr="0002466F" w:rsidRDefault="00672B87" w:rsidP="00672B87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02466F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 xml:space="preserve">                                  </w:t>
      </w:r>
      <w:r w:rsidRPr="0002466F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672B87" w:rsidRPr="00E04EAA" w:rsidRDefault="00672B87" w:rsidP="00672B87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</w:t>
      </w:r>
      <w:r w:rsidRPr="0002466F">
        <w:rPr>
          <w:rFonts w:ascii="Arial" w:hAnsi="Arial" w:cs="Arial"/>
          <w:sz w:val="18"/>
          <w:szCs w:val="18"/>
        </w:rPr>
        <w:t>(data i czytelny podpis)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</w:t>
      </w:r>
      <w:r w:rsidR="00F2455D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 xml:space="preserve">   </w:t>
      </w:r>
      <w:r w:rsidRPr="0002466F">
        <w:rPr>
          <w:rFonts w:ascii="Arial" w:hAnsi="Arial" w:cs="Arial"/>
          <w:sz w:val="18"/>
          <w:szCs w:val="18"/>
        </w:rPr>
        <w:t>(data i czytelny podpis)</w:t>
      </w:r>
    </w:p>
    <w:p w:rsidR="00672B87" w:rsidRDefault="00672B87" w:rsidP="00672B87">
      <w:pPr>
        <w:pStyle w:val="Bezodstpw"/>
        <w:rPr>
          <w:rFonts w:ascii="Arial" w:hAnsi="Arial" w:cs="Arial"/>
          <w:b/>
        </w:rPr>
      </w:pPr>
    </w:p>
    <w:p w:rsidR="005129D2" w:rsidRPr="009032E3" w:rsidRDefault="009032E3" w:rsidP="009032E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 xml:space="preserve">      </w:t>
      </w:r>
    </w:p>
    <w:sectPr w:rsidR="005129D2" w:rsidRPr="009032E3" w:rsidSect="00691D38">
      <w:headerReference w:type="default" r:id="rId8"/>
      <w:footerReference w:type="even" r:id="rId9"/>
      <w:footerReference w:type="default" r:id="rId10"/>
      <w:pgSz w:w="11900" w:h="16840"/>
      <w:pgMar w:top="709" w:right="1418" w:bottom="1418" w:left="170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3DD" w:rsidRDefault="00D353DD" w:rsidP="001939CF">
      <w:r>
        <w:separator/>
      </w:r>
    </w:p>
  </w:endnote>
  <w:endnote w:type="continuationSeparator" w:id="0">
    <w:p w:rsidR="00D353DD" w:rsidRDefault="00D353DD" w:rsidP="0019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B87" w:rsidRDefault="00672B87" w:rsidP="00672B87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691D38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B1FCB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</w:p>
  <w:p w:rsidR="00672B87" w:rsidRDefault="00672B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66" w:rsidRDefault="00295233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B1FCB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7B1FCB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3DD" w:rsidRDefault="00D353DD" w:rsidP="001939CF">
      <w:r>
        <w:separator/>
      </w:r>
    </w:p>
  </w:footnote>
  <w:footnote w:type="continuationSeparator" w:id="0">
    <w:p w:rsidR="00D353DD" w:rsidRDefault="00D353DD" w:rsidP="00193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266" w:rsidRDefault="007B1FCB">
    <w:pPr>
      <w:pStyle w:val="Nagwek"/>
      <w:tabs>
        <w:tab w:val="clear" w:pos="9072"/>
        <w:tab w:val="right" w:pos="847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23A4"/>
    <w:multiLevelType w:val="hybridMultilevel"/>
    <w:tmpl w:val="EC866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C3E0C"/>
    <w:multiLevelType w:val="hybridMultilevel"/>
    <w:tmpl w:val="0D2EE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45E1"/>
    <w:multiLevelType w:val="hybridMultilevel"/>
    <w:tmpl w:val="4DC00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E628E"/>
    <w:multiLevelType w:val="hybridMultilevel"/>
    <w:tmpl w:val="4A10C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12325"/>
    <w:multiLevelType w:val="hybridMultilevel"/>
    <w:tmpl w:val="32A66158"/>
    <w:lvl w:ilvl="0" w:tplc="26E0DD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43BBC"/>
    <w:multiLevelType w:val="hybridMultilevel"/>
    <w:tmpl w:val="9E0A6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5452B"/>
    <w:multiLevelType w:val="hybridMultilevel"/>
    <w:tmpl w:val="04B86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D4"/>
    <w:rsid w:val="00052254"/>
    <w:rsid w:val="001939CF"/>
    <w:rsid w:val="00295233"/>
    <w:rsid w:val="003B2567"/>
    <w:rsid w:val="003D6CFD"/>
    <w:rsid w:val="003E2AF2"/>
    <w:rsid w:val="00473688"/>
    <w:rsid w:val="004A41F9"/>
    <w:rsid w:val="004F3937"/>
    <w:rsid w:val="005129D2"/>
    <w:rsid w:val="00563F2B"/>
    <w:rsid w:val="005857C1"/>
    <w:rsid w:val="005A2DD3"/>
    <w:rsid w:val="005A504B"/>
    <w:rsid w:val="00604D77"/>
    <w:rsid w:val="00672B87"/>
    <w:rsid w:val="00691D38"/>
    <w:rsid w:val="006C79CF"/>
    <w:rsid w:val="00706C3D"/>
    <w:rsid w:val="007B1FCB"/>
    <w:rsid w:val="00815F52"/>
    <w:rsid w:val="008B3931"/>
    <w:rsid w:val="008B615B"/>
    <w:rsid w:val="009032E3"/>
    <w:rsid w:val="00A40E1D"/>
    <w:rsid w:val="00AF7539"/>
    <w:rsid w:val="00AF7823"/>
    <w:rsid w:val="00B25D67"/>
    <w:rsid w:val="00B83073"/>
    <w:rsid w:val="00C543AF"/>
    <w:rsid w:val="00D353DD"/>
    <w:rsid w:val="00D62C05"/>
    <w:rsid w:val="00D95F91"/>
    <w:rsid w:val="00E200B9"/>
    <w:rsid w:val="00E330C9"/>
    <w:rsid w:val="00EF34B7"/>
    <w:rsid w:val="00F2455D"/>
    <w:rsid w:val="00F4005F"/>
    <w:rsid w:val="00F4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DF6F2"/>
  <w15:chartTrackingRefBased/>
  <w15:docId w15:val="{B5CF6876-2FD9-402B-8260-80A760A4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939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939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939CF"/>
  </w:style>
  <w:style w:type="paragraph" w:styleId="Stopka">
    <w:name w:val="footer"/>
    <w:basedOn w:val="Normalny"/>
    <w:link w:val="StopkaZnak"/>
    <w:unhideWhenUsed/>
    <w:rsid w:val="001939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939CF"/>
  </w:style>
  <w:style w:type="paragraph" w:styleId="Bezodstpw">
    <w:name w:val="No Spacing"/>
    <w:uiPriority w:val="1"/>
    <w:qFormat/>
    <w:rsid w:val="001939C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podstawowy">
    <w:name w:val="Body Text"/>
    <w:link w:val="TekstpodstawowyZnak"/>
    <w:rsid w:val="001939CF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39CF"/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Hipercze">
    <w:name w:val="Hyperlink"/>
    <w:basedOn w:val="Domylnaczcionkaakapitu"/>
    <w:uiPriority w:val="99"/>
    <w:unhideWhenUsed/>
    <w:rsid w:val="00E330C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330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2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254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B2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4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5CB737-7A75-4297-965A-DD8A0B19FE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Jarosławski Tomasz</dc:creator>
  <cp:keywords/>
  <dc:description/>
  <cp:lastModifiedBy>Nowaczyk Barbara</cp:lastModifiedBy>
  <cp:revision>10</cp:revision>
  <cp:lastPrinted>2024-12-19T09:55:00Z</cp:lastPrinted>
  <dcterms:created xsi:type="dcterms:W3CDTF">2023-10-02T12:02:00Z</dcterms:created>
  <dcterms:modified xsi:type="dcterms:W3CDTF">2024-12-19T09:55:00Z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bcc34cb3-c178-4f4f-81e5-2e1c6efa560d</vt:lpwstr>
  </property>
  <property fmtid="{D5CDD505-2E9C-101B-9397-08002B2CF9AE}" pid="3" name="bjSaver">
    <vt:lpwstr>P9C2a8bhcWv1lJqUxD3A2/I/KBqx2yud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Jarosławski Tomasz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10.68.116.170</vt:lpwstr>
  </property>
  <property fmtid="{D5CDD505-2E9C-101B-9397-08002B2CF9AE}" pid="11" name="bjPortionMark">
    <vt:lpwstr>[]</vt:lpwstr>
  </property>
</Properties>
</file>