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7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76"/>
        <w:gridCol w:w="1769"/>
        <w:gridCol w:w="267"/>
        <w:gridCol w:w="725"/>
        <w:gridCol w:w="709"/>
        <w:gridCol w:w="709"/>
        <w:gridCol w:w="1842"/>
        <w:gridCol w:w="287"/>
        <w:gridCol w:w="706"/>
        <w:gridCol w:w="708"/>
        <w:gridCol w:w="641"/>
      </w:tblGrid>
      <w:tr w:rsidR="002F54D4" w:rsidRPr="007C23E8" w:rsidTr="00EF5875">
        <w:trPr>
          <w:cantSplit/>
          <w:trHeight w:hRule="exact" w:val="567"/>
        </w:trPr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sz w:val="16"/>
              </w:rPr>
            </w:pPr>
          </w:p>
          <w:p w:rsidR="002F54D4" w:rsidRPr="007C23E8" w:rsidRDefault="00985CCF">
            <w:pPr>
              <w:pStyle w:val="Tekstpodstawowy"/>
              <w:rPr>
                <w:sz w:val="16"/>
              </w:rPr>
            </w:pPr>
            <w:r w:rsidRPr="007C23E8">
              <w:rPr>
                <w:sz w:val="16"/>
              </w:rPr>
              <w:t xml:space="preserve">Rodzaj </w:t>
            </w:r>
            <w:r w:rsidR="002F54D4" w:rsidRPr="007C23E8">
              <w:rPr>
                <w:sz w:val="16"/>
              </w:rPr>
              <w:t>opracowania</w:t>
            </w:r>
          </w:p>
        </w:tc>
        <w:tc>
          <w:tcPr>
            <w:tcW w:w="7014" w:type="dxa"/>
            <w:gridSpan w:val="8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F54D4" w:rsidRPr="007C23E8" w:rsidRDefault="002F54D4">
            <w:pPr>
              <w:pStyle w:val="Tekstpodstawowy"/>
              <w:jc w:val="center"/>
              <w:rPr>
                <w:rFonts w:cs="Arial"/>
                <w:b/>
                <w:sz w:val="20"/>
              </w:rPr>
            </w:pPr>
          </w:p>
          <w:p w:rsidR="00077323" w:rsidRDefault="00503969" w:rsidP="00996057">
            <w:pPr>
              <w:pStyle w:val="Nagwek9"/>
              <w:jc w:val="center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 xml:space="preserve">PROJEKT </w:t>
            </w:r>
            <w:r w:rsidR="008D65BA">
              <w:rPr>
                <w:rFonts w:ascii="Arial" w:hAnsi="Arial" w:cs="Arial"/>
                <w:sz w:val="32"/>
              </w:rPr>
              <w:t>ARCHITEKTONICZNO-BUDOWLANY</w:t>
            </w:r>
            <w:r w:rsidR="00996057">
              <w:rPr>
                <w:rFonts w:ascii="Arial" w:hAnsi="Arial" w:cs="Arial"/>
                <w:sz w:val="32"/>
              </w:rPr>
              <w:t xml:space="preserve"> </w:t>
            </w:r>
            <w:r w:rsidR="000560A5">
              <w:rPr>
                <w:rFonts w:ascii="Arial" w:hAnsi="Arial" w:cs="Arial"/>
                <w:sz w:val="32"/>
              </w:rPr>
              <w:t xml:space="preserve"> </w:t>
            </w:r>
          </w:p>
          <w:p w:rsidR="002F54D4" w:rsidRPr="00077323" w:rsidRDefault="002F54D4" w:rsidP="00077323">
            <w:pPr>
              <w:pStyle w:val="Nagwek9"/>
              <w:jc w:val="center"/>
              <w:rPr>
                <w:rFonts w:ascii="Arial" w:hAnsi="Arial" w:cs="Arial"/>
                <w:sz w:val="32"/>
              </w:rPr>
            </w:pPr>
          </w:p>
          <w:p w:rsidR="002F54D4" w:rsidRPr="007C23E8" w:rsidRDefault="002F54D4">
            <w:pPr>
              <w:pStyle w:val="Tekstpodstawowy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F54D4" w:rsidRPr="007C23E8" w:rsidRDefault="002F54D4" w:rsidP="008122FC">
            <w:pPr>
              <w:pStyle w:val="Tekstpodstawowy"/>
              <w:jc w:val="left"/>
              <w:rPr>
                <w:sz w:val="16"/>
              </w:rPr>
            </w:pPr>
          </w:p>
          <w:p w:rsidR="002F54D4" w:rsidRDefault="002A3013" w:rsidP="008122FC">
            <w:pPr>
              <w:pStyle w:val="Tekstpodstawowy"/>
              <w:jc w:val="left"/>
              <w:rPr>
                <w:b/>
                <w:szCs w:val="28"/>
              </w:rPr>
            </w:pPr>
            <w:r w:rsidRPr="007C23E8">
              <w:rPr>
                <w:sz w:val="16"/>
              </w:rPr>
              <w:t>Egz.</w:t>
            </w:r>
            <w:r w:rsidR="002F54D4" w:rsidRPr="007C23E8">
              <w:rPr>
                <w:sz w:val="16"/>
              </w:rPr>
              <w:t xml:space="preserve">: </w:t>
            </w:r>
            <w:r w:rsidR="00107B91" w:rsidRPr="007C23E8">
              <w:rPr>
                <w:b/>
                <w:szCs w:val="28"/>
              </w:rPr>
              <w:t>I</w:t>
            </w:r>
          </w:p>
          <w:p w:rsidR="00DD04BA" w:rsidRPr="007C23E8" w:rsidRDefault="00DD04BA" w:rsidP="008122FC">
            <w:pPr>
              <w:pStyle w:val="Tekstpodstawowy"/>
              <w:jc w:val="left"/>
              <w:rPr>
                <w:b/>
                <w:sz w:val="16"/>
              </w:rPr>
            </w:pPr>
          </w:p>
          <w:p w:rsidR="002F54D4" w:rsidRPr="007C23E8" w:rsidRDefault="002F54D4" w:rsidP="008122FC">
            <w:pPr>
              <w:pStyle w:val="Tekstpodstawowy"/>
              <w:jc w:val="left"/>
              <w:rPr>
                <w:sz w:val="16"/>
              </w:rPr>
            </w:pPr>
          </w:p>
        </w:tc>
      </w:tr>
      <w:tr w:rsidR="002F54D4" w:rsidRPr="007C23E8" w:rsidTr="00EF5875">
        <w:trPr>
          <w:cantSplit/>
          <w:trHeight w:hRule="exact" w:val="612"/>
        </w:trPr>
        <w:tc>
          <w:tcPr>
            <w:tcW w:w="12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F54D4" w:rsidRPr="007C23E8" w:rsidRDefault="002F54D4">
            <w:pPr>
              <w:pStyle w:val="Tekstpodstawowy"/>
              <w:rPr>
                <w:sz w:val="16"/>
              </w:rPr>
            </w:pPr>
          </w:p>
        </w:tc>
        <w:tc>
          <w:tcPr>
            <w:tcW w:w="7014" w:type="dxa"/>
            <w:gridSpan w:val="8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F54D4" w:rsidRPr="007C23E8" w:rsidRDefault="002F54D4">
            <w:pPr>
              <w:pStyle w:val="Tekstpodstawowy"/>
              <w:rPr>
                <w:rFonts w:cs="Arial"/>
                <w:b/>
                <w:sz w:val="20"/>
              </w:rPr>
            </w:pPr>
          </w:p>
        </w:tc>
        <w:tc>
          <w:tcPr>
            <w:tcW w:w="13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F54D4" w:rsidRPr="007C23E8" w:rsidRDefault="002F54D4" w:rsidP="008122FC">
            <w:pPr>
              <w:pStyle w:val="Tekstpodstawowy"/>
              <w:jc w:val="left"/>
              <w:rPr>
                <w:sz w:val="16"/>
              </w:rPr>
            </w:pPr>
          </w:p>
          <w:p w:rsidR="002F54D4" w:rsidRPr="007C23E8" w:rsidRDefault="007A4C0C" w:rsidP="008122FC">
            <w:pPr>
              <w:pStyle w:val="Tekstpodstawowy"/>
              <w:jc w:val="left"/>
              <w:rPr>
                <w:sz w:val="16"/>
              </w:rPr>
            </w:pPr>
            <w:r w:rsidRPr="007C23E8">
              <w:rPr>
                <w:sz w:val="16"/>
              </w:rPr>
              <w:t>Tom</w:t>
            </w:r>
            <w:r w:rsidR="002F54D4" w:rsidRPr="007C23E8">
              <w:rPr>
                <w:sz w:val="16"/>
              </w:rPr>
              <w:t xml:space="preserve">: </w:t>
            </w:r>
            <w:r w:rsidR="00D938CA" w:rsidRPr="007C23E8">
              <w:rPr>
                <w:b/>
                <w:szCs w:val="28"/>
              </w:rPr>
              <w:t>I</w:t>
            </w:r>
            <w:r w:rsidR="00EB4801">
              <w:rPr>
                <w:b/>
                <w:szCs w:val="28"/>
              </w:rPr>
              <w:t xml:space="preserve"> </w:t>
            </w:r>
            <w:r w:rsidR="00E71769">
              <w:rPr>
                <w:b/>
                <w:szCs w:val="28"/>
              </w:rPr>
              <w:t>/</w:t>
            </w:r>
            <w:r w:rsidR="00EB4801">
              <w:rPr>
                <w:b/>
                <w:szCs w:val="28"/>
              </w:rPr>
              <w:t xml:space="preserve"> </w:t>
            </w:r>
            <w:r w:rsidR="00E71769">
              <w:rPr>
                <w:b/>
                <w:szCs w:val="28"/>
              </w:rPr>
              <w:t>I</w:t>
            </w:r>
          </w:p>
        </w:tc>
      </w:tr>
      <w:tr w:rsidR="002F54D4" w:rsidRPr="007C23E8" w:rsidTr="00841978">
        <w:trPr>
          <w:trHeight w:val="1419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sz w:val="16"/>
              </w:rPr>
            </w:pPr>
          </w:p>
          <w:p w:rsidR="00274765" w:rsidRPr="007C23E8" w:rsidRDefault="00274765" w:rsidP="00274765">
            <w:pPr>
              <w:pStyle w:val="Tekstpodstawowy"/>
              <w:rPr>
                <w:sz w:val="16"/>
              </w:rPr>
            </w:pPr>
            <w:r w:rsidRPr="007C23E8">
              <w:rPr>
                <w:sz w:val="16"/>
              </w:rPr>
              <w:t xml:space="preserve">Nazwa </w:t>
            </w:r>
          </w:p>
          <w:p w:rsidR="002F54D4" w:rsidRPr="007C23E8" w:rsidRDefault="00274765" w:rsidP="00274765">
            <w:pPr>
              <w:pStyle w:val="Tekstpodstawowy"/>
              <w:rPr>
                <w:sz w:val="16"/>
              </w:rPr>
            </w:pPr>
            <w:r>
              <w:rPr>
                <w:sz w:val="16"/>
              </w:rPr>
              <w:t>zamierzenia budowalnego</w:t>
            </w:r>
          </w:p>
        </w:tc>
        <w:tc>
          <w:tcPr>
            <w:tcW w:w="8363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4629" w:rsidRDefault="00014629" w:rsidP="00B4693A">
            <w:pPr>
              <w:jc w:val="center"/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</w:pPr>
          </w:p>
          <w:p w:rsidR="00B4693A" w:rsidRDefault="00DF2719" w:rsidP="00B4693A">
            <w:pPr>
              <w:jc w:val="center"/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>BUDOWA BOISKA WIELOFUNKCYJNEGO WRAZ Z ZADASZENIEM O STAŁĘJ KONSTRUKCJI</w:t>
            </w:r>
          </w:p>
          <w:p w:rsidR="00B4693A" w:rsidRPr="00AC2AC9" w:rsidRDefault="00B4693A" w:rsidP="00B469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C2AC9">
              <w:rPr>
                <w:rFonts w:ascii="Arial" w:hAnsi="Arial" w:cs="Arial"/>
                <w:b/>
                <w:bCs/>
                <w:sz w:val="28"/>
                <w:szCs w:val="28"/>
              </w:rPr>
              <w:t>K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ATEGORIA OBIEKTU – </w:t>
            </w:r>
            <w:r w:rsidR="00DF2719">
              <w:rPr>
                <w:rFonts w:ascii="Arial" w:hAnsi="Arial" w:cs="Arial"/>
                <w:b/>
                <w:bCs/>
                <w:sz w:val="28"/>
                <w:szCs w:val="28"/>
              </w:rPr>
              <w:t>V</w:t>
            </w:r>
          </w:p>
          <w:p w:rsidR="00FB258C" w:rsidRPr="00FB258C" w:rsidRDefault="00FB258C" w:rsidP="00AA6AE1">
            <w:pPr>
              <w:pStyle w:val="Nagwek4"/>
              <w:tabs>
                <w:tab w:val="clear" w:pos="2127"/>
              </w:tabs>
            </w:pPr>
          </w:p>
        </w:tc>
      </w:tr>
      <w:tr w:rsidR="002F54D4" w:rsidRPr="007C23E8" w:rsidTr="00FD678A">
        <w:trPr>
          <w:trHeight w:val="1282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D938CA">
            <w:pPr>
              <w:pStyle w:val="Tekstpodstawowy"/>
              <w:rPr>
                <w:sz w:val="16"/>
              </w:rPr>
            </w:pPr>
            <w:r w:rsidRPr="007C23E8">
              <w:rPr>
                <w:sz w:val="16"/>
              </w:rPr>
              <w:t>Lokalizacja</w:t>
            </w:r>
          </w:p>
        </w:tc>
        <w:tc>
          <w:tcPr>
            <w:tcW w:w="8363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4629" w:rsidRDefault="00014629" w:rsidP="00B4693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B4693A" w:rsidRPr="00D15EC5" w:rsidRDefault="00DF2719" w:rsidP="00B4693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KIEŁCZEW SMUŻNY PIERWSZY</w:t>
            </w:r>
          </w:p>
          <w:p w:rsidR="00B4693A" w:rsidRDefault="00B4693A" w:rsidP="00B4693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5EC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DZ. NR  </w:t>
            </w:r>
            <w:r w:rsidR="00DF2719">
              <w:rPr>
                <w:rFonts w:ascii="Arial" w:hAnsi="Arial" w:cs="Arial"/>
                <w:b/>
                <w:bCs/>
                <w:sz w:val="28"/>
                <w:szCs w:val="28"/>
              </w:rPr>
              <w:t>378</w:t>
            </w:r>
          </w:p>
          <w:p w:rsidR="00B4693A" w:rsidRPr="008E418F" w:rsidRDefault="00B4693A" w:rsidP="00B4693A">
            <w:pPr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A7215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OBRĘB EWID. NR </w:t>
            </w:r>
            <w:r w:rsidR="00DF2719">
              <w:rPr>
                <w:rFonts w:ascii="Arial" w:hAnsi="Arial" w:cs="Arial"/>
                <w:b/>
                <w:bCs/>
                <w:sz w:val="28"/>
                <w:szCs w:val="28"/>
              </w:rPr>
              <w:t>0009</w:t>
            </w:r>
            <w:r w:rsidR="0084197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DF2719">
              <w:rPr>
                <w:rFonts w:ascii="Arial" w:hAnsi="Arial" w:cs="Arial"/>
                <w:b/>
                <w:bCs/>
                <w:sz w:val="28"/>
                <w:szCs w:val="28"/>
              </w:rPr>
              <w:t>KIEŁCZEW SMUŻNY I</w:t>
            </w:r>
            <w:r w:rsidR="0084197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:rsidR="00B4693A" w:rsidRDefault="00B4693A" w:rsidP="00B4693A">
            <w:pPr>
              <w:pStyle w:val="Tekstpodstawowy"/>
              <w:jc w:val="center"/>
              <w:rPr>
                <w:rFonts w:cs="Arial"/>
                <w:b/>
                <w:sz w:val="20"/>
              </w:rPr>
            </w:pPr>
            <w:r w:rsidRPr="00A7215B">
              <w:rPr>
                <w:rFonts w:cs="Arial"/>
                <w:b/>
                <w:bCs/>
                <w:szCs w:val="28"/>
              </w:rPr>
              <w:t>JEDN. EWID. 300907_2 KOŁO</w:t>
            </w:r>
            <w:r w:rsidRPr="007C23E8">
              <w:rPr>
                <w:rFonts w:cs="Arial"/>
                <w:b/>
                <w:sz w:val="20"/>
              </w:rPr>
              <w:t xml:space="preserve"> </w:t>
            </w:r>
          </w:p>
          <w:p w:rsidR="00E24290" w:rsidRPr="007C23E8" w:rsidRDefault="00E24290" w:rsidP="0099516A">
            <w:pPr>
              <w:jc w:val="center"/>
              <w:rPr>
                <w:rFonts w:cs="Arial"/>
                <w:b/>
                <w:sz w:val="20"/>
              </w:rPr>
            </w:pPr>
          </w:p>
        </w:tc>
      </w:tr>
      <w:tr w:rsidR="002F54D4" w:rsidRPr="007C23E8" w:rsidTr="00A82BB0">
        <w:trPr>
          <w:trHeight w:hRule="exact" w:val="454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F54D4" w:rsidRPr="007C23E8" w:rsidRDefault="001A571E" w:rsidP="00A82BB0">
            <w:pPr>
              <w:pStyle w:val="Tekstpodstawowy"/>
              <w:jc w:val="left"/>
              <w:rPr>
                <w:sz w:val="16"/>
              </w:rPr>
            </w:pPr>
            <w:r>
              <w:rPr>
                <w:sz w:val="16"/>
              </w:rPr>
              <w:t>Branża</w:t>
            </w:r>
          </w:p>
        </w:tc>
        <w:tc>
          <w:tcPr>
            <w:tcW w:w="8363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F54D4" w:rsidRPr="007C23E8" w:rsidRDefault="008D65BA" w:rsidP="00503969">
            <w:pPr>
              <w:pStyle w:val="Tekstpodstawowy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</w:rPr>
              <w:t>PAB</w:t>
            </w:r>
          </w:p>
        </w:tc>
      </w:tr>
      <w:tr w:rsidR="002F54D4" w:rsidRPr="007C23E8" w:rsidTr="00841978">
        <w:trPr>
          <w:trHeight w:val="1191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sz w:val="16"/>
              </w:rPr>
            </w:pPr>
          </w:p>
          <w:p w:rsidR="002F54D4" w:rsidRPr="007C23E8" w:rsidRDefault="002F54D4">
            <w:pPr>
              <w:pStyle w:val="Tekstpodstawowy"/>
              <w:rPr>
                <w:sz w:val="16"/>
              </w:rPr>
            </w:pPr>
            <w:r w:rsidRPr="007C23E8">
              <w:rPr>
                <w:sz w:val="16"/>
              </w:rPr>
              <w:t>Inwestor</w:t>
            </w:r>
          </w:p>
        </w:tc>
        <w:tc>
          <w:tcPr>
            <w:tcW w:w="8363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4629" w:rsidRDefault="00014629" w:rsidP="00841978">
            <w:pPr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</w:pPr>
          </w:p>
          <w:p w:rsidR="00B4693A" w:rsidRDefault="00B4693A" w:rsidP="00B4693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>GMINA</w:t>
            </w:r>
            <w:r w:rsidRPr="00B50D23"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>KOŁO</w:t>
            </w:r>
            <w:r w:rsidRPr="00B50D23">
              <w:rPr>
                <w:rFonts w:ascii="Arial" w:hAnsi="Arial" w:cs="Arial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 xml:space="preserve">UL. </w:t>
            </w:r>
            <w:r w:rsidRPr="00B50D23"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>SIENKIEWICZA 23</w:t>
            </w:r>
            <w:r w:rsidRPr="00B50D23">
              <w:rPr>
                <w:rFonts w:ascii="Arial" w:hAnsi="Arial" w:cs="Arial"/>
                <w:b/>
                <w:sz w:val="28"/>
                <w:szCs w:val="28"/>
              </w:rPr>
              <w:br/>
            </w:r>
            <w:r w:rsidRPr="00B50D23"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>62-600 KOŁO</w:t>
            </w:r>
            <w:r w:rsidRPr="00B50D23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  <w:p w:rsidR="00E24290" w:rsidRPr="00F15360" w:rsidRDefault="00E24290" w:rsidP="0099516A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</w:tr>
      <w:tr w:rsidR="00117C38" w:rsidRPr="007C23E8" w:rsidTr="00014629">
        <w:trPr>
          <w:trHeight w:hRule="exact" w:val="851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D9D9D9"/>
          </w:tcPr>
          <w:p w:rsidR="00117C38" w:rsidRPr="007C23E8" w:rsidRDefault="00B9517D">
            <w:pPr>
              <w:pStyle w:val="Tekstpodstawowy"/>
              <w:rPr>
                <w:sz w:val="16"/>
              </w:rPr>
            </w:pPr>
            <w:r>
              <w:rPr>
                <w:sz w:val="16"/>
              </w:rPr>
              <w:t xml:space="preserve">Kod </w:t>
            </w:r>
            <w:r w:rsidR="00117C38">
              <w:rPr>
                <w:sz w:val="16"/>
              </w:rPr>
              <w:t>CPV</w:t>
            </w:r>
          </w:p>
        </w:tc>
        <w:tc>
          <w:tcPr>
            <w:tcW w:w="8363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1978" w:rsidRDefault="00841978" w:rsidP="00841978">
            <w:pPr>
              <w:rPr>
                <w:rFonts w:ascii="Arial" w:hAnsi="Arial" w:cs="Arial"/>
                <w:sz w:val="16"/>
                <w:szCs w:val="16"/>
              </w:rPr>
            </w:pPr>
          </w:p>
          <w:p w:rsidR="00841978" w:rsidRPr="00841978" w:rsidRDefault="00841978" w:rsidP="00B4693A">
            <w:pPr>
              <w:rPr>
                <w:rFonts w:ascii="Arial" w:hAnsi="Arial" w:cs="Arial"/>
                <w:sz w:val="16"/>
                <w:szCs w:val="16"/>
              </w:rPr>
            </w:pPr>
          </w:p>
          <w:p w:rsidR="008C72F9" w:rsidRPr="00F47509" w:rsidRDefault="008C72F9" w:rsidP="00F4497D">
            <w:pP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</w:tc>
      </w:tr>
      <w:tr w:rsidR="002F54D4" w:rsidRPr="007C23E8" w:rsidTr="00B4693A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sz w:val="16"/>
              </w:rPr>
            </w:pPr>
          </w:p>
          <w:p w:rsidR="002F54D4" w:rsidRPr="007C23E8" w:rsidRDefault="002F54D4">
            <w:pPr>
              <w:pStyle w:val="Tekstpodstawowy"/>
              <w:rPr>
                <w:sz w:val="16"/>
              </w:rPr>
            </w:pPr>
            <w:r w:rsidRPr="007C23E8">
              <w:rPr>
                <w:sz w:val="16"/>
              </w:rPr>
              <w:t>Specjaliści</w:t>
            </w:r>
          </w:p>
        </w:tc>
        <w:tc>
          <w:tcPr>
            <w:tcW w:w="4179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Projektant</w:t>
            </w:r>
          </w:p>
        </w:tc>
        <w:tc>
          <w:tcPr>
            <w:tcW w:w="418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Sprawdzający</w:t>
            </w:r>
          </w:p>
        </w:tc>
      </w:tr>
      <w:tr w:rsidR="002F54D4" w:rsidRPr="007C23E8" w:rsidTr="00B4693A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sz w:val="16"/>
              </w:rPr>
            </w:pPr>
          </w:p>
        </w:tc>
        <w:tc>
          <w:tcPr>
            <w:tcW w:w="176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Imię i nazwisko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Numer uprawnień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Data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Podpis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Imię i nazwisko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Numer uprawnień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Data</w:t>
            </w:r>
          </w:p>
        </w:tc>
        <w:tc>
          <w:tcPr>
            <w:tcW w:w="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2F54D4" w:rsidRPr="007C23E8" w:rsidRDefault="002F54D4">
            <w:pPr>
              <w:pStyle w:val="Tekstpodstawowy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Podpis</w:t>
            </w:r>
          </w:p>
        </w:tc>
      </w:tr>
      <w:tr w:rsidR="00F15360" w:rsidRPr="007C23E8" w:rsidTr="00B4693A">
        <w:trPr>
          <w:trHeight w:val="2400"/>
        </w:trPr>
        <w:tc>
          <w:tcPr>
            <w:tcW w:w="127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B4693A" w:rsidRPr="007C23E8" w:rsidRDefault="00B4693A" w:rsidP="00B4693A">
            <w:pPr>
              <w:pStyle w:val="Tekstpodstawowy"/>
              <w:jc w:val="left"/>
              <w:rPr>
                <w:rFonts w:cs="Arial"/>
                <w:sz w:val="16"/>
                <w:szCs w:val="16"/>
              </w:rPr>
            </w:pPr>
            <w:r w:rsidRPr="007C23E8">
              <w:rPr>
                <w:rFonts w:cs="Arial"/>
                <w:sz w:val="16"/>
                <w:szCs w:val="16"/>
              </w:rPr>
              <w:t>Architektura</w:t>
            </w:r>
          </w:p>
          <w:p w:rsidR="00B4693A" w:rsidRDefault="00B4693A" w:rsidP="00B4693A">
            <w:pPr>
              <w:pStyle w:val="Tekstpodstawowy"/>
              <w:jc w:val="left"/>
              <w:rPr>
                <w:rFonts w:ascii="Times New Roman" w:hAnsi="Times New Roman"/>
                <w:sz w:val="20"/>
              </w:rPr>
            </w:pPr>
          </w:p>
          <w:p w:rsidR="00B4693A" w:rsidRPr="007C23E8" w:rsidRDefault="00B4693A" w:rsidP="00B4693A">
            <w:pPr>
              <w:pStyle w:val="Tekstpodstawowy"/>
              <w:jc w:val="left"/>
              <w:rPr>
                <w:rFonts w:cs="Arial"/>
                <w:sz w:val="16"/>
                <w:szCs w:val="16"/>
              </w:rPr>
            </w:pPr>
          </w:p>
          <w:p w:rsidR="00B4693A" w:rsidRDefault="00B4693A" w:rsidP="00B4693A">
            <w:pPr>
              <w:pStyle w:val="Tekstpodstawowy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Konstrukcyjno- budowlana</w:t>
            </w:r>
          </w:p>
          <w:p w:rsidR="00B4693A" w:rsidRDefault="00B4693A" w:rsidP="00B4693A">
            <w:pPr>
              <w:pStyle w:val="Tekstpodstawowy"/>
              <w:jc w:val="left"/>
              <w:rPr>
                <w:rFonts w:cs="Arial"/>
                <w:sz w:val="16"/>
                <w:szCs w:val="16"/>
              </w:rPr>
            </w:pPr>
          </w:p>
          <w:p w:rsidR="00B4693A" w:rsidRPr="007C23E8" w:rsidRDefault="00B4693A" w:rsidP="00B4693A">
            <w:pPr>
              <w:pStyle w:val="Tekstpodstawowy"/>
              <w:jc w:val="left"/>
              <w:rPr>
                <w:rFonts w:cs="Arial"/>
                <w:sz w:val="16"/>
                <w:szCs w:val="16"/>
              </w:rPr>
            </w:pPr>
          </w:p>
          <w:p w:rsidR="00B4693A" w:rsidRPr="007C23E8" w:rsidRDefault="00B4693A" w:rsidP="00B4693A">
            <w:pPr>
              <w:pStyle w:val="Tekstpodstawowy"/>
              <w:jc w:val="left"/>
              <w:rPr>
                <w:rFonts w:cs="Arial"/>
                <w:sz w:val="16"/>
                <w:szCs w:val="16"/>
              </w:rPr>
            </w:pPr>
            <w:r w:rsidRPr="007C23E8">
              <w:rPr>
                <w:rFonts w:cs="Arial"/>
                <w:sz w:val="16"/>
                <w:szCs w:val="16"/>
              </w:rPr>
              <w:t>Instalacje sanitarne</w:t>
            </w:r>
          </w:p>
          <w:p w:rsidR="00B4693A" w:rsidRPr="007C23E8" w:rsidRDefault="00B4693A" w:rsidP="00B4693A">
            <w:pPr>
              <w:pStyle w:val="Tekstpodstawowy"/>
              <w:jc w:val="left"/>
              <w:rPr>
                <w:rFonts w:cs="Arial"/>
                <w:sz w:val="16"/>
                <w:szCs w:val="16"/>
              </w:rPr>
            </w:pPr>
          </w:p>
          <w:p w:rsidR="00B4693A" w:rsidRPr="007C23E8" w:rsidRDefault="00B4693A" w:rsidP="00B4693A">
            <w:pPr>
              <w:pStyle w:val="Tekstpodstawowy"/>
              <w:jc w:val="left"/>
              <w:rPr>
                <w:rFonts w:cs="Arial"/>
                <w:sz w:val="16"/>
                <w:szCs w:val="16"/>
              </w:rPr>
            </w:pPr>
          </w:p>
          <w:p w:rsidR="00B4693A" w:rsidRDefault="00B4693A" w:rsidP="00B4693A">
            <w:pPr>
              <w:pStyle w:val="Tekstpodstawowy"/>
              <w:jc w:val="left"/>
              <w:rPr>
                <w:rFonts w:cs="Arial"/>
                <w:sz w:val="16"/>
                <w:szCs w:val="16"/>
              </w:rPr>
            </w:pPr>
            <w:r w:rsidRPr="007C23E8">
              <w:rPr>
                <w:rFonts w:cs="Arial"/>
                <w:sz w:val="16"/>
                <w:szCs w:val="16"/>
              </w:rPr>
              <w:t>Instalacje elektryczne</w:t>
            </w:r>
          </w:p>
          <w:p w:rsidR="00401C01" w:rsidRPr="007C23E8" w:rsidRDefault="00401C01" w:rsidP="00401C01">
            <w:pPr>
              <w:pStyle w:val="Tekstpodstawowy"/>
              <w:jc w:val="left"/>
            </w:pPr>
          </w:p>
        </w:tc>
        <w:tc>
          <w:tcPr>
            <w:tcW w:w="1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693A" w:rsidRPr="007C23E8" w:rsidRDefault="00B4693A" w:rsidP="00B4693A">
            <w:pPr>
              <w:rPr>
                <w:rFonts w:ascii="Arial Narrow" w:hAnsi="Arial Narrow" w:cs="Arial"/>
                <w:sz w:val="16"/>
                <w:szCs w:val="16"/>
              </w:rPr>
            </w:pPr>
            <w:r w:rsidRPr="007C23E8">
              <w:rPr>
                <w:rFonts w:ascii="Arial Narrow" w:hAnsi="Arial Narrow" w:cs="Arial"/>
                <w:sz w:val="16"/>
                <w:szCs w:val="16"/>
              </w:rPr>
              <w:t>mgr inż. arch. Lesław Gajda</w:t>
            </w:r>
          </w:p>
          <w:p w:rsidR="00B4693A" w:rsidRDefault="00B4693A" w:rsidP="00B4693A">
            <w:pPr>
              <w:rPr>
                <w:rFonts w:ascii="Arial Narrow" w:hAnsi="Arial Narrow" w:cs="Arial"/>
                <w:sz w:val="16"/>
                <w:szCs w:val="16"/>
              </w:rPr>
            </w:pPr>
          </w:p>
          <w:p w:rsidR="00B4693A" w:rsidRPr="007C23E8" w:rsidRDefault="00B4693A" w:rsidP="00B4693A">
            <w:pPr>
              <w:rPr>
                <w:rFonts w:ascii="Arial Narrow" w:hAnsi="Arial Narrow" w:cs="Arial"/>
                <w:sz w:val="16"/>
                <w:szCs w:val="16"/>
              </w:rPr>
            </w:pPr>
          </w:p>
          <w:p w:rsidR="004914A7" w:rsidRPr="007C23E8" w:rsidRDefault="004914A7" w:rsidP="004914A7">
            <w:pPr>
              <w:rPr>
                <w:rFonts w:ascii="Arial Narrow" w:hAnsi="Arial Narrow" w:cs="Arial"/>
                <w:sz w:val="16"/>
                <w:szCs w:val="16"/>
              </w:rPr>
            </w:pPr>
            <w:r w:rsidRPr="007C23E8">
              <w:rPr>
                <w:rFonts w:ascii="Arial Narrow" w:hAnsi="Arial Narrow" w:cs="Arial"/>
                <w:sz w:val="16"/>
                <w:szCs w:val="16"/>
              </w:rPr>
              <w:t xml:space="preserve">mgr inż.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Karol </w:t>
            </w:r>
            <w:r w:rsidRPr="007C23E8">
              <w:rPr>
                <w:rFonts w:ascii="Arial Narrow" w:hAnsi="Arial Narrow" w:cs="Arial"/>
                <w:sz w:val="16"/>
                <w:szCs w:val="16"/>
              </w:rPr>
              <w:t>Sienkiewicz</w:t>
            </w:r>
          </w:p>
          <w:p w:rsidR="00B4693A" w:rsidRPr="007C23E8" w:rsidRDefault="00B4693A" w:rsidP="00B4693A">
            <w:pPr>
              <w:rPr>
                <w:rFonts w:ascii="Arial Narrow" w:hAnsi="Arial Narrow" w:cs="Arial"/>
                <w:sz w:val="16"/>
                <w:szCs w:val="16"/>
              </w:rPr>
            </w:pPr>
          </w:p>
          <w:p w:rsidR="00B4693A" w:rsidRPr="007C23E8" w:rsidRDefault="00B4693A" w:rsidP="00B4693A">
            <w:pPr>
              <w:rPr>
                <w:rFonts w:ascii="Arial Narrow" w:hAnsi="Arial Narrow" w:cs="Arial"/>
                <w:sz w:val="16"/>
                <w:szCs w:val="16"/>
              </w:rPr>
            </w:pPr>
          </w:p>
          <w:p w:rsidR="00B4693A" w:rsidRPr="007C23E8" w:rsidRDefault="00B4693A" w:rsidP="00B4693A">
            <w:pPr>
              <w:rPr>
                <w:rFonts w:ascii="Arial Narrow" w:hAnsi="Arial Narrow" w:cs="Arial"/>
                <w:sz w:val="16"/>
                <w:szCs w:val="16"/>
              </w:rPr>
            </w:pPr>
            <w:r w:rsidRPr="007C23E8">
              <w:rPr>
                <w:rFonts w:ascii="Arial Narrow" w:hAnsi="Arial Narrow" w:cs="Arial"/>
                <w:sz w:val="16"/>
                <w:szCs w:val="16"/>
              </w:rPr>
              <w:t>mgr. inż. Andrzej Najdowski</w:t>
            </w:r>
          </w:p>
          <w:p w:rsidR="00B4693A" w:rsidRPr="007C23E8" w:rsidRDefault="00B4693A" w:rsidP="00B4693A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4693A" w:rsidRDefault="00B4693A" w:rsidP="00B4693A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4914A7" w:rsidRPr="007C23E8" w:rsidRDefault="004914A7" w:rsidP="00B4693A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4693A" w:rsidRPr="007C23E8" w:rsidRDefault="00B4693A" w:rsidP="00B4693A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mgr </w:t>
            </w:r>
            <w:r w:rsidRPr="007C23E8">
              <w:rPr>
                <w:rFonts w:ascii="Arial Narrow" w:hAnsi="Arial Narrow" w:cs="Arial"/>
                <w:sz w:val="16"/>
                <w:szCs w:val="16"/>
              </w:rPr>
              <w:t xml:space="preserve">inż.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Rafał </w:t>
            </w:r>
            <w:proofErr w:type="spellStart"/>
            <w:r>
              <w:rPr>
                <w:rFonts w:ascii="Arial Narrow" w:hAnsi="Arial Narrow" w:cs="Arial"/>
                <w:sz w:val="16"/>
                <w:szCs w:val="16"/>
              </w:rPr>
              <w:t>Kobierowski</w:t>
            </w:r>
            <w:proofErr w:type="spellEnd"/>
          </w:p>
          <w:p w:rsidR="00F15360" w:rsidRPr="007C23E8" w:rsidRDefault="00F15360" w:rsidP="00F1536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693A" w:rsidRDefault="00B4693A" w:rsidP="00B4693A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  <w:r w:rsidRPr="007C23E8">
              <w:rPr>
                <w:rFonts w:ascii="Arial Narrow" w:hAnsi="Arial Narrow" w:cs="Arial"/>
                <w:sz w:val="16"/>
                <w:szCs w:val="16"/>
              </w:rPr>
              <w:t>UAN/8346/33/88</w:t>
            </w:r>
          </w:p>
          <w:p w:rsidR="00B4693A" w:rsidRPr="007C23E8" w:rsidRDefault="00B4693A" w:rsidP="00B4693A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4914A7" w:rsidRPr="007C23E8" w:rsidRDefault="004914A7" w:rsidP="004914A7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  <w:r w:rsidRPr="003153F6">
              <w:rPr>
                <w:rFonts w:ascii="Arial Narrow" w:hAnsi="Arial Narrow" w:cs="Arial"/>
                <w:sz w:val="16"/>
                <w:szCs w:val="16"/>
              </w:rPr>
              <w:t>ZAP/0131/POOK/12</w:t>
            </w:r>
          </w:p>
          <w:p w:rsidR="00B4693A" w:rsidRDefault="00B4693A" w:rsidP="00B4693A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3153F6" w:rsidRDefault="003153F6" w:rsidP="00B4693A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B4693A" w:rsidRPr="007C23E8" w:rsidRDefault="00B4693A" w:rsidP="00B4693A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  <w:r w:rsidRPr="007C23E8">
              <w:rPr>
                <w:rFonts w:ascii="Arial Narrow" w:hAnsi="Arial Narrow" w:cs="Arial"/>
                <w:sz w:val="16"/>
                <w:szCs w:val="16"/>
              </w:rPr>
              <w:t>POM/0138/POOS/04</w:t>
            </w:r>
          </w:p>
          <w:p w:rsidR="00B4693A" w:rsidRPr="007C23E8" w:rsidRDefault="00B4693A" w:rsidP="00B4693A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B4693A" w:rsidRPr="007C23E8" w:rsidRDefault="00B4693A" w:rsidP="00B4693A">
            <w:pPr>
              <w:pStyle w:val="Tekstpodstawowy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F15360" w:rsidRPr="007C23E8" w:rsidRDefault="00B4693A" w:rsidP="00B4693A">
            <w:pPr>
              <w:pStyle w:val="Tekstpodstawowy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POM/0181/PWBE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5360" w:rsidRPr="007C23E8" w:rsidRDefault="004914A7" w:rsidP="00F15360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06.2023r</w:t>
            </w:r>
          </w:p>
          <w:p w:rsidR="00F15360" w:rsidRDefault="00F15360" w:rsidP="00F15360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F15360" w:rsidRDefault="00F15360" w:rsidP="00F15360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F33DE6" w:rsidRPr="007C23E8" w:rsidRDefault="004914A7" w:rsidP="00F33DE6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06.2023r</w:t>
            </w:r>
          </w:p>
          <w:p w:rsidR="00EF3700" w:rsidRDefault="00EF3700" w:rsidP="00F15360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EF3700" w:rsidRDefault="00EF3700" w:rsidP="00F15360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F15360" w:rsidRDefault="00F15360" w:rsidP="00401C01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F33DE6" w:rsidRPr="007C23E8" w:rsidRDefault="004914A7" w:rsidP="00F33DE6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06.2023r</w:t>
            </w:r>
          </w:p>
          <w:p w:rsidR="00F33DE6" w:rsidRDefault="00F33DE6" w:rsidP="00401C01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F33DE6" w:rsidRDefault="00F33DE6" w:rsidP="00401C01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F33DE6" w:rsidRDefault="00F33DE6" w:rsidP="00401C01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F33DE6" w:rsidRPr="007C23E8" w:rsidRDefault="004914A7" w:rsidP="00F33DE6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06.2023r</w:t>
            </w:r>
          </w:p>
          <w:p w:rsidR="00F33DE6" w:rsidRPr="007C23E8" w:rsidRDefault="00F33DE6" w:rsidP="00401C01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5360" w:rsidRPr="007C23E8" w:rsidRDefault="00F15360" w:rsidP="00F15360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17CF" w:rsidRPr="007C23E8" w:rsidRDefault="00DC17CF" w:rsidP="00DC17CF">
            <w:pPr>
              <w:rPr>
                <w:rFonts w:ascii="Arial Narrow" w:hAnsi="Arial Narrow" w:cs="Arial"/>
                <w:sz w:val="16"/>
                <w:szCs w:val="16"/>
              </w:rPr>
            </w:pPr>
            <w:r w:rsidRPr="007C23E8">
              <w:rPr>
                <w:rFonts w:ascii="Arial Narrow" w:hAnsi="Arial Narrow" w:cs="Arial"/>
                <w:sz w:val="16"/>
                <w:szCs w:val="16"/>
              </w:rPr>
              <w:t>mgr inż. arch. Piotr Adamowski</w:t>
            </w:r>
          </w:p>
          <w:p w:rsidR="00DC17CF" w:rsidRPr="007C23E8" w:rsidRDefault="00DC17CF" w:rsidP="00DC17CF">
            <w:pPr>
              <w:rPr>
                <w:rFonts w:ascii="Arial Narrow" w:hAnsi="Arial Narrow" w:cs="Arial"/>
                <w:sz w:val="16"/>
                <w:szCs w:val="16"/>
              </w:rPr>
            </w:pPr>
          </w:p>
          <w:p w:rsidR="004914A7" w:rsidRPr="007C23E8" w:rsidRDefault="004914A7" w:rsidP="004914A7">
            <w:pPr>
              <w:rPr>
                <w:rFonts w:ascii="Arial Narrow" w:hAnsi="Arial Narrow" w:cs="Arial"/>
                <w:sz w:val="16"/>
                <w:szCs w:val="16"/>
              </w:rPr>
            </w:pPr>
            <w:r w:rsidRPr="007C23E8">
              <w:rPr>
                <w:rFonts w:ascii="Arial Narrow" w:hAnsi="Arial Narrow" w:cs="Arial"/>
                <w:sz w:val="16"/>
                <w:szCs w:val="16"/>
              </w:rPr>
              <w:t xml:space="preserve">mgr inż. </w:t>
            </w:r>
            <w:r>
              <w:rPr>
                <w:rFonts w:ascii="Arial Narrow" w:hAnsi="Arial Narrow" w:cs="Arial"/>
                <w:sz w:val="16"/>
                <w:szCs w:val="16"/>
              </w:rPr>
              <w:t>Wojciech Sienkiewicz</w:t>
            </w:r>
          </w:p>
          <w:p w:rsidR="00DC17CF" w:rsidRPr="007C23E8" w:rsidRDefault="00DC17CF" w:rsidP="00DC17CF">
            <w:pPr>
              <w:rPr>
                <w:rFonts w:ascii="Arial Narrow" w:hAnsi="Arial Narrow" w:cs="Arial"/>
                <w:sz w:val="16"/>
                <w:szCs w:val="16"/>
              </w:rPr>
            </w:pPr>
          </w:p>
          <w:p w:rsidR="004914A7" w:rsidRDefault="004914A7" w:rsidP="00DC17CF">
            <w:pPr>
              <w:rPr>
                <w:rFonts w:ascii="Arial Narrow" w:hAnsi="Arial Narrow" w:cs="Arial"/>
                <w:sz w:val="16"/>
                <w:szCs w:val="16"/>
              </w:rPr>
            </w:pPr>
          </w:p>
          <w:p w:rsidR="00DC17CF" w:rsidRPr="007C23E8" w:rsidRDefault="00DC17CF" w:rsidP="00DC17CF">
            <w:pPr>
              <w:rPr>
                <w:rFonts w:ascii="Arial Narrow" w:hAnsi="Arial Narrow" w:cs="Arial"/>
                <w:sz w:val="16"/>
                <w:szCs w:val="16"/>
              </w:rPr>
            </w:pPr>
            <w:r w:rsidRPr="007C23E8">
              <w:rPr>
                <w:rFonts w:ascii="Arial Narrow" w:hAnsi="Arial Narrow" w:cs="Arial"/>
                <w:sz w:val="16"/>
                <w:szCs w:val="16"/>
              </w:rPr>
              <w:t>mgr inż. Marek Najdowski</w:t>
            </w:r>
          </w:p>
          <w:p w:rsidR="00DC17CF" w:rsidRPr="007C23E8" w:rsidRDefault="00DC17CF" w:rsidP="00DC17CF">
            <w:pPr>
              <w:rPr>
                <w:rFonts w:ascii="Arial Narrow" w:hAnsi="Arial Narrow" w:cs="Arial"/>
                <w:sz w:val="16"/>
                <w:szCs w:val="16"/>
              </w:rPr>
            </w:pPr>
          </w:p>
          <w:p w:rsidR="00DC17CF" w:rsidRPr="007C23E8" w:rsidRDefault="00DC17CF" w:rsidP="00DC17CF">
            <w:pPr>
              <w:rPr>
                <w:rFonts w:ascii="Arial Narrow" w:hAnsi="Arial Narrow" w:cs="Arial"/>
                <w:sz w:val="16"/>
                <w:szCs w:val="16"/>
              </w:rPr>
            </w:pPr>
          </w:p>
          <w:p w:rsidR="00DC17CF" w:rsidRPr="007C23E8" w:rsidRDefault="00DC17CF" w:rsidP="00DC17CF">
            <w:pPr>
              <w:rPr>
                <w:rFonts w:ascii="Arial Narrow" w:hAnsi="Arial Narrow" w:cs="Arial"/>
                <w:sz w:val="16"/>
                <w:szCs w:val="16"/>
              </w:rPr>
            </w:pPr>
          </w:p>
          <w:p w:rsidR="00F15360" w:rsidRPr="007C23E8" w:rsidRDefault="00DC17CF" w:rsidP="00DC17CF">
            <w:pPr>
              <w:rPr>
                <w:rFonts w:ascii="Arial Narrow" w:hAnsi="Arial Narrow" w:cs="Arial"/>
                <w:sz w:val="16"/>
                <w:szCs w:val="16"/>
              </w:rPr>
            </w:pPr>
            <w:r w:rsidRPr="007C23E8">
              <w:rPr>
                <w:rFonts w:ascii="Arial Narrow" w:hAnsi="Arial Narrow" w:cs="Arial"/>
                <w:sz w:val="16"/>
                <w:szCs w:val="16"/>
              </w:rPr>
              <w:t>inż. Karol Gołębiewski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17CF" w:rsidRPr="007C23E8" w:rsidRDefault="00DC17CF" w:rsidP="00DC17CF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  <w:r w:rsidRPr="007C23E8">
              <w:rPr>
                <w:rFonts w:ascii="Arial Narrow" w:hAnsi="Arial Narrow" w:cs="Arial"/>
                <w:sz w:val="16"/>
                <w:szCs w:val="16"/>
              </w:rPr>
              <w:t>PO/KK/227/2008</w:t>
            </w:r>
          </w:p>
          <w:p w:rsidR="00DC17CF" w:rsidRPr="007C23E8" w:rsidRDefault="00DC17CF" w:rsidP="00DC17CF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4914A7" w:rsidRPr="007C23E8" w:rsidRDefault="004914A7" w:rsidP="004914A7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  <w:r w:rsidRPr="007C23E8">
              <w:rPr>
                <w:rFonts w:ascii="Arial Narrow" w:hAnsi="Arial Narrow" w:cs="Arial"/>
                <w:sz w:val="16"/>
                <w:szCs w:val="16"/>
              </w:rPr>
              <w:t>KUP/0109/PWOK/08</w:t>
            </w:r>
          </w:p>
          <w:p w:rsidR="00DC17CF" w:rsidRPr="007C23E8" w:rsidRDefault="00DC17CF" w:rsidP="00DC17CF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DC17CF" w:rsidRPr="007C23E8" w:rsidRDefault="00DC17CF" w:rsidP="00DC17CF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DC17CF" w:rsidRPr="007C23E8" w:rsidRDefault="00DC17CF" w:rsidP="00DC17CF">
            <w:pPr>
              <w:pStyle w:val="Tekstpodstawowy"/>
              <w:jc w:val="left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C23E8">
              <w:rPr>
                <w:rFonts w:ascii="Arial Narrow" w:hAnsi="Arial Narrow" w:cs="Arial"/>
                <w:sz w:val="16"/>
                <w:szCs w:val="16"/>
              </w:rPr>
              <w:t>POM/0170/PWOS/07</w:t>
            </w:r>
          </w:p>
          <w:p w:rsidR="00DC17CF" w:rsidRPr="007C23E8" w:rsidRDefault="00DC17CF" w:rsidP="00DC17CF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DC17CF" w:rsidRDefault="00DC17CF" w:rsidP="00DC17CF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F15360" w:rsidRPr="007C23E8" w:rsidRDefault="00DC17CF" w:rsidP="00DC17CF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  <w:r w:rsidRPr="007C23E8">
              <w:rPr>
                <w:rFonts w:ascii="Arial Narrow" w:hAnsi="Arial Narrow" w:cs="Arial"/>
                <w:sz w:val="16"/>
                <w:szCs w:val="16"/>
              </w:rPr>
              <w:t>POM/0179/PWOE/08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3DE6" w:rsidRPr="007C23E8" w:rsidRDefault="004914A7" w:rsidP="00F33DE6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06.2023r</w:t>
            </w:r>
          </w:p>
          <w:p w:rsidR="00EF3700" w:rsidRDefault="00EF3700" w:rsidP="00EF3700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EF3700" w:rsidRPr="007C23E8" w:rsidRDefault="00EF3700" w:rsidP="00F15360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F33DE6" w:rsidRPr="007C23E8" w:rsidRDefault="004914A7" w:rsidP="00F33DE6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06.2023r</w:t>
            </w:r>
          </w:p>
          <w:p w:rsidR="00F15360" w:rsidRDefault="00F15360" w:rsidP="0074390E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F33DE6" w:rsidRDefault="00F33DE6" w:rsidP="0074390E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F33DE6" w:rsidRDefault="00F33DE6" w:rsidP="0074390E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F33DE6" w:rsidRPr="007C23E8" w:rsidRDefault="004914A7" w:rsidP="00F33DE6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06.2023r</w:t>
            </w:r>
          </w:p>
          <w:p w:rsidR="00F33DE6" w:rsidRDefault="00F33DE6" w:rsidP="0074390E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F33DE6" w:rsidRDefault="00F33DE6" w:rsidP="0074390E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F33DE6" w:rsidRDefault="00F33DE6" w:rsidP="0074390E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  <w:p w:rsidR="00F33DE6" w:rsidRPr="007C23E8" w:rsidRDefault="004914A7" w:rsidP="00F33DE6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06.2023r</w:t>
            </w:r>
          </w:p>
          <w:p w:rsidR="00F33DE6" w:rsidRPr="007C23E8" w:rsidRDefault="00F33DE6" w:rsidP="0074390E">
            <w:pPr>
              <w:pStyle w:val="Tekstpodstawowy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5360" w:rsidRPr="007C23E8" w:rsidRDefault="00F15360" w:rsidP="00F15360">
            <w:pPr>
              <w:pStyle w:val="Tekstpodstawowy"/>
              <w:rPr>
                <w:rFonts w:cs="Arial"/>
                <w:sz w:val="16"/>
                <w:szCs w:val="16"/>
              </w:rPr>
            </w:pPr>
          </w:p>
        </w:tc>
      </w:tr>
      <w:tr w:rsidR="007E392E" w:rsidRPr="007C23E8" w:rsidTr="00FD678A">
        <w:trPr>
          <w:trHeight w:val="374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E392E" w:rsidRPr="007C23E8" w:rsidRDefault="007E392E" w:rsidP="00985CCF">
            <w:pPr>
              <w:tabs>
                <w:tab w:val="left" w:pos="2253"/>
              </w:tabs>
              <w:rPr>
                <w:rFonts w:ascii="Arial" w:hAnsi="Arial" w:cs="Arial"/>
                <w:sz w:val="16"/>
                <w:szCs w:val="16"/>
              </w:rPr>
            </w:pPr>
            <w:r w:rsidRPr="007C23E8">
              <w:rPr>
                <w:rFonts w:ascii="Arial" w:hAnsi="Arial" w:cs="Arial"/>
                <w:sz w:val="16"/>
                <w:szCs w:val="16"/>
              </w:rPr>
              <w:t>Kierownik</w:t>
            </w:r>
          </w:p>
          <w:p w:rsidR="007E392E" w:rsidRPr="007C23E8" w:rsidRDefault="007E392E" w:rsidP="00985CCF">
            <w:pPr>
              <w:tabs>
                <w:tab w:val="left" w:pos="2253"/>
              </w:tabs>
              <w:rPr>
                <w:rFonts w:ascii="Arial" w:hAnsi="Arial" w:cs="Arial"/>
                <w:sz w:val="16"/>
                <w:szCs w:val="16"/>
              </w:rPr>
            </w:pPr>
            <w:r w:rsidRPr="007C23E8">
              <w:rPr>
                <w:rFonts w:ascii="Arial" w:hAnsi="Arial" w:cs="Arial"/>
                <w:sz w:val="16"/>
                <w:szCs w:val="16"/>
              </w:rPr>
              <w:t>Pracowni</w:t>
            </w:r>
          </w:p>
        </w:tc>
        <w:tc>
          <w:tcPr>
            <w:tcW w:w="8363" w:type="dxa"/>
            <w:gridSpan w:val="10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392E" w:rsidRPr="007C23E8" w:rsidRDefault="007E392E" w:rsidP="00560BE7">
            <w:pPr>
              <w:tabs>
                <w:tab w:val="left" w:pos="2253"/>
              </w:tabs>
              <w:rPr>
                <w:rFonts w:ascii="Arial Narrow" w:hAnsi="Arial Narrow" w:cs="Arial"/>
              </w:rPr>
            </w:pPr>
            <w:r w:rsidRPr="007C23E8">
              <w:rPr>
                <w:rFonts w:ascii="Arial Narrow" w:hAnsi="Arial Narrow" w:cs="Arial"/>
              </w:rPr>
              <w:t>mgr inż. Wojciech Sienkiewicz</w:t>
            </w:r>
          </w:p>
        </w:tc>
      </w:tr>
      <w:tr w:rsidR="0029067F" w:rsidRPr="007C23E8" w:rsidTr="002A0DE3">
        <w:trPr>
          <w:trHeight w:val="340"/>
        </w:trPr>
        <w:tc>
          <w:tcPr>
            <w:tcW w:w="33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9067F" w:rsidRPr="007C23E8" w:rsidRDefault="0029067F" w:rsidP="0029067F">
            <w:pPr>
              <w:pStyle w:val="Tekstpodstawowy"/>
              <w:jc w:val="center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Nr umowy</w:t>
            </w:r>
          </w:p>
        </w:tc>
        <w:tc>
          <w:tcPr>
            <w:tcW w:w="427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9067F" w:rsidRPr="007C23E8" w:rsidRDefault="0029067F" w:rsidP="0029067F">
            <w:pPr>
              <w:pStyle w:val="Tekstpodstawowy"/>
              <w:jc w:val="center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Data opracowania</w:t>
            </w:r>
          </w:p>
        </w:tc>
        <w:tc>
          <w:tcPr>
            <w:tcW w:w="205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29067F" w:rsidRPr="007C23E8" w:rsidRDefault="0029067F" w:rsidP="0029067F">
            <w:pPr>
              <w:pStyle w:val="Tekstpodstawowy"/>
              <w:jc w:val="center"/>
              <w:rPr>
                <w:rFonts w:cs="Arial"/>
                <w:sz w:val="16"/>
              </w:rPr>
            </w:pPr>
            <w:r w:rsidRPr="007C23E8">
              <w:rPr>
                <w:rFonts w:cs="Arial"/>
                <w:sz w:val="16"/>
              </w:rPr>
              <w:t>Faza</w:t>
            </w:r>
          </w:p>
        </w:tc>
      </w:tr>
      <w:tr w:rsidR="003E037E" w:rsidRPr="007C23E8" w:rsidTr="00303540">
        <w:trPr>
          <w:trHeight w:hRule="exact" w:val="454"/>
        </w:trPr>
        <w:tc>
          <w:tcPr>
            <w:tcW w:w="33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E037E" w:rsidRPr="00DF2719" w:rsidRDefault="00DF2719" w:rsidP="00B4693A">
            <w:pPr>
              <w:pStyle w:val="Tekstpodstawowy"/>
              <w:jc w:val="center"/>
              <w:rPr>
                <w:rFonts w:cs="Arial"/>
                <w:b/>
                <w:color w:val="FF0000"/>
                <w:sz w:val="24"/>
              </w:rPr>
            </w:pPr>
            <w:r w:rsidRPr="00DF2719">
              <w:rPr>
                <w:rFonts w:cs="Arial"/>
                <w:b/>
                <w:bCs/>
                <w:sz w:val="22"/>
                <w:szCs w:val="22"/>
              </w:rPr>
              <w:t>SZ.271.1.123.2023</w:t>
            </w:r>
          </w:p>
        </w:tc>
        <w:tc>
          <w:tcPr>
            <w:tcW w:w="427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E037E" w:rsidRPr="007C23E8" w:rsidRDefault="00DF2719" w:rsidP="003153F6">
            <w:pPr>
              <w:pStyle w:val="Tekstpodstawowy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24"/>
              </w:rPr>
              <w:t>06.2023</w:t>
            </w:r>
            <w:r w:rsidR="003153F6">
              <w:rPr>
                <w:rFonts w:cs="Arial"/>
                <w:b/>
                <w:sz w:val="24"/>
              </w:rPr>
              <w:t xml:space="preserve"> </w:t>
            </w:r>
            <w:r w:rsidR="006B2405">
              <w:rPr>
                <w:rFonts w:cs="Arial"/>
                <w:b/>
                <w:sz w:val="24"/>
              </w:rPr>
              <w:t>r.</w:t>
            </w:r>
          </w:p>
        </w:tc>
        <w:tc>
          <w:tcPr>
            <w:tcW w:w="205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E037E" w:rsidRPr="00B4693A" w:rsidRDefault="003E037E" w:rsidP="00B4693A">
            <w:pPr>
              <w:pStyle w:val="Tekstpodstawowy"/>
              <w:jc w:val="center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P</w:t>
            </w:r>
            <w:r w:rsidR="003153F6">
              <w:rPr>
                <w:rFonts w:cs="Arial"/>
                <w:b/>
                <w:sz w:val="24"/>
              </w:rPr>
              <w:t>ZT</w:t>
            </w:r>
          </w:p>
        </w:tc>
      </w:tr>
    </w:tbl>
    <w:p w:rsidR="002F54D4" w:rsidRPr="007C23E8" w:rsidRDefault="002F54D4" w:rsidP="00E24290">
      <w:pPr>
        <w:pStyle w:val="Nagwek"/>
        <w:tabs>
          <w:tab w:val="clear" w:pos="4536"/>
          <w:tab w:val="clear" w:pos="9072"/>
        </w:tabs>
      </w:pPr>
    </w:p>
    <w:sectPr w:rsidR="002F54D4" w:rsidRPr="007C23E8">
      <w:headerReference w:type="default" r:id="rId8"/>
      <w:footerReference w:type="default" r:id="rId9"/>
      <w:pgSz w:w="11906" w:h="16838" w:code="9"/>
      <w:pgMar w:top="567" w:right="1134" w:bottom="66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734" w:rsidRDefault="00781734">
      <w:r>
        <w:separator/>
      </w:r>
    </w:p>
  </w:endnote>
  <w:endnote w:type="continuationSeparator" w:id="0">
    <w:p w:rsidR="00781734" w:rsidRDefault="00781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EAF" w:rsidRDefault="00F12EAF">
    <w:pPr>
      <w:ind w:right="6"/>
      <w:jc w:val="center"/>
      <w:rPr>
        <w:rFonts w:ascii="Arial" w:hAnsi="Arial"/>
        <w:sz w:val="16"/>
        <w:vertAlign w:val="superscript"/>
      </w:rPr>
    </w:pPr>
    <w:r>
      <w:rPr>
        <w:rFonts w:ascii="Arial" w:hAnsi="Arial"/>
        <w:sz w:val="16"/>
        <w:vertAlign w:val="superscript"/>
      </w:rPr>
      <w:t>_____________________________________________________________________________________________________________________________________________________________________________</w:t>
    </w:r>
  </w:p>
  <w:p w:rsidR="00014629" w:rsidRDefault="00014629" w:rsidP="00014629">
    <w:pPr>
      <w:ind w:right="6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PPH KRAJAN Sp. z o.o.</w:t>
    </w:r>
  </w:p>
  <w:p w:rsidR="00014629" w:rsidRDefault="00014629" w:rsidP="00014629">
    <w:pPr>
      <w:ind w:right="6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Sąd Rejonowy dla m. Bydgoszczy, Sąd Gospodarczy KRS, Kapitał zakładowy: 70.000 zł</w:t>
    </w:r>
  </w:p>
  <w:p w:rsidR="00014629" w:rsidRDefault="00014629" w:rsidP="00014629">
    <w:pPr>
      <w:pStyle w:val="Stopka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Zarząd: Prezes – Wojciech Sienkiewicz</w:t>
    </w:r>
  </w:p>
  <w:p w:rsidR="00014629" w:rsidRDefault="00014629" w:rsidP="00014629">
    <w:pPr>
      <w:pStyle w:val="Stopka"/>
      <w:jc w:val="center"/>
    </w:pPr>
    <w:r>
      <w:rPr>
        <w:rFonts w:ascii="Arial" w:hAnsi="Arial"/>
        <w:sz w:val="16"/>
      </w:rPr>
      <w:t xml:space="preserve">NIP 555-000-60-45, REGON </w:t>
    </w:r>
    <w:r w:rsidRPr="00227239">
      <w:rPr>
        <w:rFonts w:ascii="Arial" w:hAnsi="Arial"/>
        <w:sz w:val="16"/>
      </w:rPr>
      <w:t>002524440</w:t>
    </w:r>
  </w:p>
  <w:p w:rsidR="00F12EAF" w:rsidRDefault="00F12EAF" w:rsidP="00014629">
    <w:pPr>
      <w:ind w:right="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734" w:rsidRDefault="00781734">
      <w:r>
        <w:separator/>
      </w:r>
    </w:p>
  </w:footnote>
  <w:footnote w:type="continuationSeparator" w:id="0">
    <w:p w:rsidR="00781734" w:rsidRDefault="00781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EFA" w:rsidRPr="004B7702" w:rsidRDefault="00F35EFA" w:rsidP="00F35EFA">
    <w:pPr>
      <w:rPr>
        <w:rFonts w:ascii="Arial" w:hAnsi="Arial"/>
        <w:b/>
        <w:sz w:val="28"/>
        <w:szCs w:val="28"/>
      </w:rPr>
    </w:pPr>
    <w:r w:rsidRPr="004B7702">
      <w:rPr>
        <w:noProof/>
        <w:sz w:val="28"/>
        <w:szCs w:val="28"/>
      </w:rPr>
      <w:drawing>
        <wp:anchor distT="0" distB="0" distL="114300" distR="114300" simplePos="0" relativeHeight="251659264" behindDoc="0" locked="0" layoutInCell="0" allowOverlap="1" wp14:anchorId="213720EA" wp14:editId="5AF66F9C">
          <wp:simplePos x="0" y="0"/>
          <wp:positionH relativeFrom="column">
            <wp:posOffset>5320665</wp:posOffset>
          </wp:positionH>
          <wp:positionV relativeFrom="paragraph">
            <wp:posOffset>-93345</wp:posOffset>
          </wp:positionV>
          <wp:extent cx="798195" cy="986155"/>
          <wp:effectExtent l="0" t="0" r="0" b="0"/>
          <wp:wrapSquare wrapText="bothSides"/>
          <wp:docPr id="4" name="Obraz 5" descr="KRAJAN Z NAPISEM CZARNYM PRZEZROCZYS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KRAJAN Z NAPISEM CZARNYM PRZEZROCZYS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195" cy="986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B7702">
      <w:rPr>
        <w:rFonts w:ascii="Arial" w:hAnsi="Arial"/>
        <w:b/>
        <w:sz w:val="28"/>
        <w:szCs w:val="28"/>
      </w:rPr>
      <w:t>PPH KRAJAN Sp. z o.o.</w:t>
    </w:r>
    <w:r w:rsidRPr="004B7702">
      <w:rPr>
        <w:rFonts w:ascii="Calibri" w:hAnsi="Calibri" w:cs="Arial"/>
        <w:noProof/>
        <w:sz w:val="28"/>
        <w:szCs w:val="28"/>
      </w:rPr>
      <w:t xml:space="preserve"> </w:t>
    </w:r>
  </w:p>
  <w:p w:rsidR="00F35EFA" w:rsidRDefault="00F35EFA" w:rsidP="00F35EFA">
    <w:pPr>
      <w:rPr>
        <w:rFonts w:ascii="Arial" w:hAnsi="Arial"/>
        <w:sz w:val="16"/>
      </w:rPr>
    </w:pPr>
    <w:r>
      <w:rPr>
        <w:rFonts w:ascii="Arial" w:hAnsi="Arial"/>
        <w:sz w:val="16"/>
      </w:rPr>
      <w:t>Dane firmy: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>Dane kontaktowe: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>Adres do korespondencji:</w:t>
    </w:r>
  </w:p>
  <w:p w:rsidR="00F35EFA" w:rsidRDefault="00F35EFA" w:rsidP="00F35EFA">
    <w:pPr>
      <w:rPr>
        <w:rFonts w:ascii="Arial" w:hAnsi="Arial"/>
        <w:sz w:val="16"/>
      </w:rPr>
    </w:pPr>
    <w:r>
      <w:rPr>
        <w:rFonts w:ascii="Arial" w:hAnsi="Arial"/>
        <w:sz w:val="16"/>
      </w:rPr>
      <w:t>Wiśniewa 18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>tel.:</w:t>
    </w:r>
    <w:r>
      <w:rPr>
        <w:rFonts w:ascii="Arial" w:hAnsi="Arial"/>
        <w:sz w:val="8"/>
      </w:rPr>
      <w:t xml:space="preserve"> </w:t>
    </w:r>
    <w:r>
      <w:rPr>
        <w:rFonts w:ascii="Arial" w:hAnsi="Arial"/>
        <w:sz w:val="2"/>
      </w:rPr>
      <w:t xml:space="preserve"> </w:t>
    </w:r>
    <w:r>
      <w:rPr>
        <w:rFonts w:ascii="Arial" w:hAnsi="Arial"/>
        <w:sz w:val="16"/>
      </w:rPr>
      <w:t xml:space="preserve"> 52 388 10 10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>ul. Broniewskiego 2</w:t>
    </w:r>
    <w:r>
      <w:rPr>
        <w:rFonts w:ascii="Arial" w:hAnsi="Arial"/>
        <w:sz w:val="16"/>
      </w:rPr>
      <w:tab/>
    </w:r>
  </w:p>
  <w:p w:rsidR="00F35EFA" w:rsidRDefault="00F35EFA" w:rsidP="00F35EFA">
    <w:pPr>
      <w:rPr>
        <w:rFonts w:ascii="Arial" w:hAnsi="Arial"/>
        <w:sz w:val="16"/>
      </w:rPr>
    </w:pPr>
    <w:r>
      <w:rPr>
        <w:rFonts w:ascii="Arial" w:hAnsi="Arial"/>
        <w:sz w:val="16"/>
      </w:rPr>
      <w:t>89-400 Sępólno Krajeńskie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>kom.: 502 483 721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>89-400 Sępólno Krajeńskie</w:t>
    </w:r>
  </w:p>
  <w:p w:rsidR="00F35EFA" w:rsidRPr="004B7702" w:rsidRDefault="00F35EFA" w:rsidP="00F35EFA">
    <w:pPr>
      <w:rPr>
        <w:rFonts w:ascii="Arial" w:hAnsi="Arial"/>
        <w:sz w:val="16"/>
        <w:lang w:val="en-GB"/>
      </w:rPr>
    </w:pPr>
    <w:r w:rsidRPr="004B7702">
      <w:rPr>
        <w:rFonts w:ascii="Arial" w:hAnsi="Arial"/>
        <w:sz w:val="16"/>
        <w:lang w:val="en-GB"/>
      </w:rPr>
      <w:t>NIP 555 000 60 45</w:t>
    </w:r>
    <w:r w:rsidRPr="004B7702">
      <w:rPr>
        <w:rFonts w:ascii="Arial" w:hAnsi="Arial"/>
        <w:sz w:val="16"/>
        <w:lang w:val="en-GB"/>
      </w:rPr>
      <w:tab/>
    </w:r>
    <w:r w:rsidRPr="004B7702">
      <w:rPr>
        <w:rFonts w:ascii="Arial" w:hAnsi="Arial"/>
        <w:sz w:val="16"/>
        <w:lang w:val="en-GB"/>
      </w:rPr>
      <w:tab/>
    </w:r>
    <w:r>
      <w:rPr>
        <w:rFonts w:ascii="Arial" w:hAnsi="Arial"/>
        <w:sz w:val="16"/>
        <w:lang w:val="en-GB"/>
      </w:rPr>
      <w:tab/>
    </w:r>
    <w:proofErr w:type="spellStart"/>
    <w:r>
      <w:rPr>
        <w:rFonts w:ascii="Arial" w:hAnsi="Arial"/>
        <w:sz w:val="16"/>
        <w:lang w:val="de-DE"/>
      </w:rPr>
      <w:t>e-mail</w:t>
    </w:r>
    <w:proofErr w:type="spellEnd"/>
    <w:r>
      <w:rPr>
        <w:rFonts w:ascii="Arial" w:hAnsi="Arial"/>
        <w:sz w:val="16"/>
        <w:lang w:val="de-DE"/>
      </w:rPr>
      <w:t xml:space="preserve">: </w:t>
    </w:r>
    <w:r w:rsidR="002169DE">
      <w:rPr>
        <w:rFonts w:ascii="Arial" w:hAnsi="Arial"/>
        <w:sz w:val="16"/>
        <w:lang w:val="de-DE"/>
      </w:rPr>
      <w:t>pphkrajan@wp.pl</w:t>
    </w:r>
    <w:r w:rsidRPr="004B7702">
      <w:rPr>
        <w:rFonts w:ascii="Arial" w:hAnsi="Arial"/>
        <w:sz w:val="16"/>
        <w:lang w:val="en-GB"/>
      </w:rPr>
      <w:tab/>
    </w:r>
  </w:p>
  <w:p w:rsidR="00F35EFA" w:rsidRPr="004B7702" w:rsidRDefault="00F35EFA" w:rsidP="00F35EFA">
    <w:pPr>
      <w:rPr>
        <w:rFonts w:ascii="Arial" w:hAnsi="Arial"/>
        <w:sz w:val="16"/>
      </w:rPr>
    </w:pPr>
    <w:r w:rsidRPr="004B7702">
      <w:rPr>
        <w:rFonts w:ascii="Arial" w:hAnsi="Arial"/>
        <w:sz w:val="16"/>
      </w:rPr>
      <w:t>REGON 002524440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  <w:lang w:val="de-DE"/>
      </w:rPr>
      <w:t xml:space="preserve">http://www.pphkrajan.pl  </w:t>
    </w:r>
    <w:r w:rsidRPr="004B7702">
      <w:rPr>
        <w:rFonts w:ascii="Arial" w:hAnsi="Arial"/>
        <w:sz w:val="16"/>
      </w:rPr>
      <w:tab/>
    </w:r>
    <w:r w:rsidRPr="004B7702">
      <w:rPr>
        <w:rFonts w:ascii="Arial" w:hAnsi="Arial"/>
        <w:sz w:val="16"/>
      </w:rPr>
      <w:tab/>
    </w:r>
    <w:r w:rsidRPr="004B7702">
      <w:rPr>
        <w:rFonts w:ascii="Arial" w:hAnsi="Arial"/>
        <w:sz w:val="16"/>
      </w:rPr>
      <w:tab/>
    </w:r>
    <w:r w:rsidRPr="004B7702">
      <w:rPr>
        <w:rFonts w:ascii="Arial" w:hAnsi="Arial"/>
        <w:sz w:val="16"/>
      </w:rPr>
      <w:tab/>
    </w:r>
    <w:r w:rsidRPr="004B7702">
      <w:rPr>
        <w:rFonts w:ascii="Arial" w:hAnsi="Arial"/>
        <w:sz w:val="16"/>
      </w:rPr>
      <w:tab/>
      <w:t xml:space="preserve"> </w:t>
    </w:r>
  </w:p>
  <w:p w:rsidR="00F35EFA" w:rsidRDefault="00F35EFA" w:rsidP="00F35EFA">
    <w:pPr>
      <w:rPr>
        <w:rFonts w:ascii="Arial" w:hAnsi="Arial"/>
        <w:sz w:val="16"/>
        <w:lang w:val="de-DE"/>
      </w:rPr>
    </w:pPr>
    <w:r w:rsidRPr="004B7702">
      <w:rPr>
        <w:rFonts w:ascii="Arial" w:hAnsi="Arial"/>
        <w:sz w:val="16"/>
      </w:rPr>
      <w:tab/>
    </w:r>
    <w:r w:rsidRPr="004B7702">
      <w:rPr>
        <w:rFonts w:ascii="Arial" w:hAnsi="Arial"/>
        <w:sz w:val="16"/>
      </w:rPr>
      <w:tab/>
    </w:r>
  </w:p>
  <w:p w:rsidR="00F12EAF" w:rsidRDefault="00F12EAF">
    <w:pPr>
      <w:pStyle w:val="Nagwek"/>
      <w:jc w:val="center"/>
      <w:rPr>
        <w:rFonts w:ascii="Arial" w:hAnsi="Arial"/>
        <w:sz w:val="20"/>
        <w:lang w:val="de-DE"/>
      </w:rPr>
    </w:pPr>
    <w:r>
      <w:rPr>
        <w:rFonts w:ascii="Arial" w:hAnsi="Arial"/>
        <w:sz w:val="20"/>
        <w:vertAlign w:val="superscript"/>
        <w:lang w:val="de-DE"/>
      </w:rPr>
      <w:t>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2A5D10"/>
    <w:multiLevelType w:val="multilevel"/>
    <w:tmpl w:val="EA36B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239"/>
    <w:rsid w:val="00000D13"/>
    <w:rsid w:val="00005593"/>
    <w:rsid w:val="00007CFA"/>
    <w:rsid w:val="00014629"/>
    <w:rsid w:val="00014CB0"/>
    <w:rsid w:val="00022ADC"/>
    <w:rsid w:val="0004415C"/>
    <w:rsid w:val="00054E03"/>
    <w:rsid w:val="000560A5"/>
    <w:rsid w:val="00077323"/>
    <w:rsid w:val="000805A8"/>
    <w:rsid w:val="000955AF"/>
    <w:rsid w:val="000A00BB"/>
    <w:rsid w:val="000B386F"/>
    <w:rsid w:val="000C28CA"/>
    <w:rsid w:val="000C335F"/>
    <w:rsid w:val="000D06BD"/>
    <w:rsid w:val="000D49EC"/>
    <w:rsid w:val="000E5864"/>
    <w:rsid w:val="000E5EA6"/>
    <w:rsid w:val="000E5F84"/>
    <w:rsid w:val="000E617C"/>
    <w:rsid w:val="000F5E10"/>
    <w:rsid w:val="00107B91"/>
    <w:rsid w:val="00110D45"/>
    <w:rsid w:val="001135BA"/>
    <w:rsid w:val="00113F24"/>
    <w:rsid w:val="00117160"/>
    <w:rsid w:val="00117C38"/>
    <w:rsid w:val="001200C9"/>
    <w:rsid w:val="0013377B"/>
    <w:rsid w:val="00136546"/>
    <w:rsid w:val="001407BF"/>
    <w:rsid w:val="00142190"/>
    <w:rsid w:val="00160F26"/>
    <w:rsid w:val="00166F9D"/>
    <w:rsid w:val="001813DD"/>
    <w:rsid w:val="0018344F"/>
    <w:rsid w:val="00184C1F"/>
    <w:rsid w:val="001A571E"/>
    <w:rsid w:val="001F2C87"/>
    <w:rsid w:val="001F3E67"/>
    <w:rsid w:val="00205A5F"/>
    <w:rsid w:val="00205C39"/>
    <w:rsid w:val="00205EEC"/>
    <w:rsid w:val="002169DE"/>
    <w:rsid w:val="00227239"/>
    <w:rsid w:val="002379EB"/>
    <w:rsid w:val="00247D64"/>
    <w:rsid w:val="0025189D"/>
    <w:rsid w:val="00260B9C"/>
    <w:rsid w:val="00267854"/>
    <w:rsid w:val="00267C49"/>
    <w:rsid w:val="00274765"/>
    <w:rsid w:val="00276FA4"/>
    <w:rsid w:val="00277690"/>
    <w:rsid w:val="00277908"/>
    <w:rsid w:val="0029067F"/>
    <w:rsid w:val="00294205"/>
    <w:rsid w:val="002958BD"/>
    <w:rsid w:val="002A0DE3"/>
    <w:rsid w:val="002A3013"/>
    <w:rsid w:val="002B4244"/>
    <w:rsid w:val="002B5521"/>
    <w:rsid w:val="002E09BA"/>
    <w:rsid w:val="002E2DE6"/>
    <w:rsid w:val="002E4EB3"/>
    <w:rsid w:val="002F54D4"/>
    <w:rsid w:val="00303540"/>
    <w:rsid w:val="00311960"/>
    <w:rsid w:val="00312D28"/>
    <w:rsid w:val="0031392F"/>
    <w:rsid w:val="00314865"/>
    <w:rsid w:val="00314910"/>
    <w:rsid w:val="003153F6"/>
    <w:rsid w:val="00317F27"/>
    <w:rsid w:val="0034497C"/>
    <w:rsid w:val="00363F45"/>
    <w:rsid w:val="00365A2D"/>
    <w:rsid w:val="00371536"/>
    <w:rsid w:val="00377693"/>
    <w:rsid w:val="00383626"/>
    <w:rsid w:val="00383833"/>
    <w:rsid w:val="003A3442"/>
    <w:rsid w:val="003C00FC"/>
    <w:rsid w:val="003C3021"/>
    <w:rsid w:val="003C44DE"/>
    <w:rsid w:val="003D3179"/>
    <w:rsid w:val="003E02BC"/>
    <w:rsid w:val="003E037E"/>
    <w:rsid w:val="003E7DA9"/>
    <w:rsid w:val="003F4C67"/>
    <w:rsid w:val="003F64D8"/>
    <w:rsid w:val="00401C01"/>
    <w:rsid w:val="00401F42"/>
    <w:rsid w:val="0040239E"/>
    <w:rsid w:val="004041C1"/>
    <w:rsid w:val="004163A8"/>
    <w:rsid w:val="00425112"/>
    <w:rsid w:val="00430D48"/>
    <w:rsid w:val="00435E13"/>
    <w:rsid w:val="004366CA"/>
    <w:rsid w:val="004457C2"/>
    <w:rsid w:val="00455778"/>
    <w:rsid w:val="004606C5"/>
    <w:rsid w:val="004673A7"/>
    <w:rsid w:val="0047421E"/>
    <w:rsid w:val="004778E5"/>
    <w:rsid w:val="00485448"/>
    <w:rsid w:val="0048598F"/>
    <w:rsid w:val="004914A7"/>
    <w:rsid w:val="00491F20"/>
    <w:rsid w:val="00494C0D"/>
    <w:rsid w:val="00495876"/>
    <w:rsid w:val="004A14D4"/>
    <w:rsid w:val="004A7C74"/>
    <w:rsid w:val="004B34B2"/>
    <w:rsid w:val="004C46D1"/>
    <w:rsid w:val="004C6272"/>
    <w:rsid w:val="004D7777"/>
    <w:rsid w:val="004E346A"/>
    <w:rsid w:val="00503969"/>
    <w:rsid w:val="005103C7"/>
    <w:rsid w:val="00514516"/>
    <w:rsid w:val="00560BE7"/>
    <w:rsid w:val="00571FBB"/>
    <w:rsid w:val="0058051C"/>
    <w:rsid w:val="00582B3B"/>
    <w:rsid w:val="005873C5"/>
    <w:rsid w:val="005955F2"/>
    <w:rsid w:val="005A6144"/>
    <w:rsid w:val="005B2B18"/>
    <w:rsid w:val="005C020D"/>
    <w:rsid w:val="005E1326"/>
    <w:rsid w:val="005F00C8"/>
    <w:rsid w:val="005F2994"/>
    <w:rsid w:val="00602BDB"/>
    <w:rsid w:val="0060473F"/>
    <w:rsid w:val="00606621"/>
    <w:rsid w:val="00613C0A"/>
    <w:rsid w:val="00613C51"/>
    <w:rsid w:val="00631606"/>
    <w:rsid w:val="00633ED9"/>
    <w:rsid w:val="00641A37"/>
    <w:rsid w:val="00642332"/>
    <w:rsid w:val="0069368C"/>
    <w:rsid w:val="006A45CD"/>
    <w:rsid w:val="006B2405"/>
    <w:rsid w:val="006C5A33"/>
    <w:rsid w:val="006C67B4"/>
    <w:rsid w:val="006D0EFA"/>
    <w:rsid w:val="006D1C9A"/>
    <w:rsid w:val="006D30B6"/>
    <w:rsid w:val="006E186A"/>
    <w:rsid w:val="006F5FCA"/>
    <w:rsid w:val="00700663"/>
    <w:rsid w:val="0070471B"/>
    <w:rsid w:val="00731AB8"/>
    <w:rsid w:val="0074390E"/>
    <w:rsid w:val="00754EBF"/>
    <w:rsid w:val="00755E62"/>
    <w:rsid w:val="00755FFD"/>
    <w:rsid w:val="00761C19"/>
    <w:rsid w:val="00767C31"/>
    <w:rsid w:val="007762CA"/>
    <w:rsid w:val="00781734"/>
    <w:rsid w:val="00790C23"/>
    <w:rsid w:val="007956B4"/>
    <w:rsid w:val="007A2A10"/>
    <w:rsid w:val="007A4C0C"/>
    <w:rsid w:val="007C23E8"/>
    <w:rsid w:val="007C5F9C"/>
    <w:rsid w:val="007E392E"/>
    <w:rsid w:val="007E4768"/>
    <w:rsid w:val="007F037C"/>
    <w:rsid w:val="00804710"/>
    <w:rsid w:val="00807300"/>
    <w:rsid w:val="00807DA9"/>
    <w:rsid w:val="0081207C"/>
    <w:rsid w:val="008122FC"/>
    <w:rsid w:val="00820694"/>
    <w:rsid w:val="00831816"/>
    <w:rsid w:val="00832F4F"/>
    <w:rsid w:val="00837957"/>
    <w:rsid w:val="00841978"/>
    <w:rsid w:val="00843D9E"/>
    <w:rsid w:val="00846438"/>
    <w:rsid w:val="008532AB"/>
    <w:rsid w:val="00863073"/>
    <w:rsid w:val="008700EB"/>
    <w:rsid w:val="008A1031"/>
    <w:rsid w:val="008A2948"/>
    <w:rsid w:val="008C72F9"/>
    <w:rsid w:val="008D0B49"/>
    <w:rsid w:val="008D2A3A"/>
    <w:rsid w:val="008D65BA"/>
    <w:rsid w:val="008E418F"/>
    <w:rsid w:val="008E4AA4"/>
    <w:rsid w:val="008F57D1"/>
    <w:rsid w:val="009050B6"/>
    <w:rsid w:val="00907599"/>
    <w:rsid w:val="00907948"/>
    <w:rsid w:val="009160B7"/>
    <w:rsid w:val="009274D9"/>
    <w:rsid w:val="009372DA"/>
    <w:rsid w:val="00944734"/>
    <w:rsid w:val="00955492"/>
    <w:rsid w:val="00971EDE"/>
    <w:rsid w:val="00984938"/>
    <w:rsid w:val="00985CCF"/>
    <w:rsid w:val="0099516A"/>
    <w:rsid w:val="009952EA"/>
    <w:rsid w:val="00996057"/>
    <w:rsid w:val="009973C8"/>
    <w:rsid w:val="009B12EA"/>
    <w:rsid w:val="009C4925"/>
    <w:rsid w:val="009D1CE4"/>
    <w:rsid w:val="009D7270"/>
    <w:rsid w:val="009E1EFD"/>
    <w:rsid w:val="00A13C5B"/>
    <w:rsid w:val="00A359EA"/>
    <w:rsid w:val="00A4129C"/>
    <w:rsid w:val="00A53C51"/>
    <w:rsid w:val="00A65F90"/>
    <w:rsid w:val="00A7215B"/>
    <w:rsid w:val="00A82738"/>
    <w:rsid w:val="00A82BB0"/>
    <w:rsid w:val="00A8585B"/>
    <w:rsid w:val="00A870BD"/>
    <w:rsid w:val="00A95086"/>
    <w:rsid w:val="00AA1855"/>
    <w:rsid w:val="00AA5583"/>
    <w:rsid w:val="00AA6AE1"/>
    <w:rsid w:val="00AC3BEA"/>
    <w:rsid w:val="00AC53EB"/>
    <w:rsid w:val="00AE5DA8"/>
    <w:rsid w:val="00AF431A"/>
    <w:rsid w:val="00AF7FB0"/>
    <w:rsid w:val="00B0122E"/>
    <w:rsid w:val="00B0618D"/>
    <w:rsid w:val="00B2312E"/>
    <w:rsid w:val="00B23FB8"/>
    <w:rsid w:val="00B25D3E"/>
    <w:rsid w:val="00B27345"/>
    <w:rsid w:val="00B27377"/>
    <w:rsid w:val="00B4693A"/>
    <w:rsid w:val="00B55B60"/>
    <w:rsid w:val="00B560BE"/>
    <w:rsid w:val="00B61519"/>
    <w:rsid w:val="00B730C9"/>
    <w:rsid w:val="00B82190"/>
    <w:rsid w:val="00B945B6"/>
    <w:rsid w:val="00B9517D"/>
    <w:rsid w:val="00BB5136"/>
    <w:rsid w:val="00BC1F12"/>
    <w:rsid w:val="00BC4032"/>
    <w:rsid w:val="00BD6DCF"/>
    <w:rsid w:val="00BF0C2F"/>
    <w:rsid w:val="00BF3A99"/>
    <w:rsid w:val="00BF672F"/>
    <w:rsid w:val="00C04B81"/>
    <w:rsid w:val="00C31BF3"/>
    <w:rsid w:val="00C41579"/>
    <w:rsid w:val="00C418CC"/>
    <w:rsid w:val="00C45CA8"/>
    <w:rsid w:val="00C50DF5"/>
    <w:rsid w:val="00C5308A"/>
    <w:rsid w:val="00C539F7"/>
    <w:rsid w:val="00C55F21"/>
    <w:rsid w:val="00C63DFA"/>
    <w:rsid w:val="00CB02A5"/>
    <w:rsid w:val="00CC5CB2"/>
    <w:rsid w:val="00CD0A61"/>
    <w:rsid w:val="00CD7727"/>
    <w:rsid w:val="00CE7AD6"/>
    <w:rsid w:val="00CF4CF0"/>
    <w:rsid w:val="00D17B43"/>
    <w:rsid w:val="00D30DD8"/>
    <w:rsid w:val="00D4738B"/>
    <w:rsid w:val="00D531E7"/>
    <w:rsid w:val="00D57B71"/>
    <w:rsid w:val="00D719C3"/>
    <w:rsid w:val="00D75E79"/>
    <w:rsid w:val="00D938CA"/>
    <w:rsid w:val="00DA717D"/>
    <w:rsid w:val="00DC0F5A"/>
    <w:rsid w:val="00DC17CF"/>
    <w:rsid w:val="00DC50DA"/>
    <w:rsid w:val="00DD04BA"/>
    <w:rsid w:val="00DD48CB"/>
    <w:rsid w:val="00DD49CD"/>
    <w:rsid w:val="00DE49FD"/>
    <w:rsid w:val="00DF2719"/>
    <w:rsid w:val="00DF4115"/>
    <w:rsid w:val="00E0000D"/>
    <w:rsid w:val="00E00BF3"/>
    <w:rsid w:val="00E24290"/>
    <w:rsid w:val="00E24DCA"/>
    <w:rsid w:val="00E26A50"/>
    <w:rsid w:val="00E37AE8"/>
    <w:rsid w:val="00E44087"/>
    <w:rsid w:val="00E673C6"/>
    <w:rsid w:val="00E71769"/>
    <w:rsid w:val="00E72F65"/>
    <w:rsid w:val="00E74183"/>
    <w:rsid w:val="00E817E3"/>
    <w:rsid w:val="00E97DFA"/>
    <w:rsid w:val="00EB4801"/>
    <w:rsid w:val="00EC43B8"/>
    <w:rsid w:val="00EC6B0E"/>
    <w:rsid w:val="00EE2CA7"/>
    <w:rsid w:val="00EF3700"/>
    <w:rsid w:val="00EF5875"/>
    <w:rsid w:val="00EF6B1F"/>
    <w:rsid w:val="00F12EAF"/>
    <w:rsid w:val="00F15360"/>
    <w:rsid w:val="00F170DA"/>
    <w:rsid w:val="00F177F7"/>
    <w:rsid w:val="00F205FE"/>
    <w:rsid w:val="00F33DE6"/>
    <w:rsid w:val="00F35EFA"/>
    <w:rsid w:val="00F4226C"/>
    <w:rsid w:val="00F4497D"/>
    <w:rsid w:val="00F46C70"/>
    <w:rsid w:val="00F47509"/>
    <w:rsid w:val="00F50AEF"/>
    <w:rsid w:val="00F71E52"/>
    <w:rsid w:val="00FA0322"/>
    <w:rsid w:val="00FA3BD4"/>
    <w:rsid w:val="00FB258C"/>
    <w:rsid w:val="00FB78FE"/>
    <w:rsid w:val="00FD678A"/>
    <w:rsid w:val="00FE4796"/>
    <w:rsid w:val="00FF4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730DF6"/>
  <w15:chartTrackingRefBased/>
  <w15:docId w15:val="{F0593DF4-63C8-488F-910A-DC5CF80E7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2127"/>
      </w:tabs>
      <w:jc w:val="center"/>
      <w:outlineLvl w:val="0"/>
    </w:pPr>
    <w:rPr>
      <w:sz w:val="28"/>
      <w:szCs w:val="20"/>
    </w:rPr>
  </w:style>
  <w:style w:type="paragraph" w:styleId="Nagwek4">
    <w:name w:val="heading 4"/>
    <w:basedOn w:val="Normalny"/>
    <w:next w:val="Normalny"/>
    <w:qFormat/>
    <w:pPr>
      <w:keepNext/>
      <w:tabs>
        <w:tab w:val="left" w:pos="2127"/>
      </w:tabs>
      <w:jc w:val="center"/>
      <w:outlineLvl w:val="3"/>
    </w:pPr>
    <w:rPr>
      <w:b/>
      <w:sz w:val="28"/>
      <w:szCs w:val="20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26"/>
      <w:szCs w:val="20"/>
    </w:rPr>
  </w:style>
  <w:style w:type="paragraph" w:styleId="Nagwek9">
    <w:name w:val="heading 9"/>
    <w:basedOn w:val="Normalny"/>
    <w:next w:val="Normalny"/>
    <w:qFormat/>
    <w:pPr>
      <w:keepNext/>
      <w:widowControl w:val="0"/>
      <w:autoSpaceDE w:val="0"/>
      <w:autoSpaceDN w:val="0"/>
      <w:outlineLvl w:val="8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tabs>
        <w:tab w:val="right" w:pos="3969"/>
        <w:tab w:val="left" w:pos="5954"/>
      </w:tabs>
      <w:jc w:val="both"/>
    </w:pPr>
    <w:rPr>
      <w:rFonts w:ascii="Arial" w:hAnsi="Arial"/>
      <w:sz w:val="28"/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2E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12EAF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link w:val="Tekstpodstawowy"/>
    <w:semiHidden/>
    <w:rsid w:val="00C55F21"/>
    <w:rPr>
      <w:rFonts w:ascii="Arial" w:hAnsi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4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ane%20aplikacji\Microsoft\Szablony\SZABLON%20-%20STRONA%20TYTU&#321;OWA%20PROJEKT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6DDC8-6376-468F-9248-4197F9844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- STRONA TYTUŁOWA PROJEKTU</Template>
  <TotalTime>0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Faza opracowania</vt:lpstr>
    </vt:vector>
  </TitlesOfParts>
  <Company>Naftoprojekt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Faza opracowania</dc:title>
  <dc:subject/>
  <dc:creator>User</dc:creator>
  <cp:keywords/>
  <dc:description/>
  <cp:lastModifiedBy>User</cp:lastModifiedBy>
  <cp:revision>2</cp:revision>
  <cp:lastPrinted>2020-12-28T09:35:00Z</cp:lastPrinted>
  <dcterms:created xsi:type="dcterms:W3CDTF">2023-06-18T15:11:00Z</dcterms:created>
  <dcterms:modified xsi:type="dcterms:W3CDTF">2023-06-18T15:11:00Z</dcterms:modified>
</cp:coreProperties>
</file>