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1B872752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9D46F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13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9D46F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0838783F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5402522C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9D46FD" w:rsidRPr="009D46FD">
        <w:t xml:space="preserve"> </w:t>
      </w:r>
      <w:r w:rsidR="009D46FD" w:rsidRPr="009D46F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Zakup samochodu specjalnego do wywozu nieczystości ciekłych i obsługi sieci kanalizacyjnej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F5DB0F" w14:textId="77777777" w:rsidR="009D46FD" w:rsidRDefault="00603E39" w:rsidP="009D46FD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  <w:r w:rsidR="009D46FD">
        <w:rPr>
          <w:rFonts w:ascii="Arial" w:hAnsi="Arial" w:cs="Arial"/>
          <w:spacing w:val="4"/>
        </w:rPr>
        <w:t xml:space="preserve"> </w:t>
      </w:r>
    </w:p>
    <w:p w14:paraId="3E410EF8" w14:textId="73AF546A" w:rsidR="009D46FD" w:rsidRPr="009D46FD" w:rsidRDefault="009D46FD" w:rsidP="009D46FD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 </w:t>
      </w:r>
      <w:r w:rsidRPr="009D46FD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2CEEEFE1" w14:textId="120ABD51" w:rsidR="009D46FD" w:rsidRPr="009D46FD" w:rsidRDefault="00603E39" w:rsidP="009D46FD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284651A8" w:rsidR="00D05878" w:rsidRPr="009D46FD" w:rsidRDefault="00603E39" w:rsidP="009D46F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9D46FD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568D" w14:textId="77777777" w:rsidR="00304C52" w:rsidRDefault="00304C52">
      <w:r>
        <w:separator/>
      </w:r>
    </w:p>
  </w:endnote>
  <w:endnote w:type="continuationSeparator" w:id="0">
    <w:p w14:paraId="649ED9DC" w14:textId="77777777" w:rsidR="00304C52" w:rsidRDefault="0030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08EF0" w14:textId="77777777" w:rsidR="00304C52" w:rsidRDefault="00304C52">
      <w:r>
        <w:separator/>
      </w:r>
    </w:p>
  </w:footnote>
  <w:footnote w:type="continuationSeparator" w:id="0">
    <w:p w14:paraId="192C07DE" w14:textId="77777777" w:rsidR="00304C52" w:rsidRDefault="00304C52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858850">
    <w:abstractNumId w:val="3"/>
  </w:num>
  <w:num w:numId="2" w16cid:durableId="1361783405">
    <w:abstractNumId w:val="2"/>
  </w:num>
  <w:num w:numId="3" w16cid:durableId="200824593">
    <w:abstractNumId w:val="4"/>
  </w:num>
  <w:num w:numId="4" w16cid:durableId="1350832008">
    <w:abstractNumId w:val="0"/>
  </w:num>
  <w:num w:numId="5" w16cid:durableId="2082943559">
    <w:abstractNumId w:val="6"/>
  </w:num>
  <w:num w:numId="6" w16cid:durableId="1071073733">
    <w:abstractNumId w:val="7"/>
  </w:num>
  <w:num w:numId="7" w16cid:durableId="344864595">
    <w:abstractNumId w:val="1"/>
  </w:num>
  <w:num w:numId="8" w16cid:durableId="840967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41DF"/>
    <w:rsid w:val="0028741C"/>
    <w:rsid w:val="002F7B60"/>
    <w:rsid w:val="003037CB"/>
    <w:rsid w:val="00304C52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6F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2021-05-02T20:03:00Z</dcterms:created>
  <dcterms:modified xsi:type="dcterms:W3CDTF">2023-09-27T11:04:00Z</dcterms:modified>
</cp:coreProperties>
</file>